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46F12" w14:textId="77777777" w:rsidR="00101B11" w:rsidRPr="00193D45" w:rsidRDefault="00101B11" w:rsidP="00101B11">
      <w:pPr>
        <w:rPr>
          <w:rFonts w:ascii="Calibri" w:hAnsi="Calibri" w:cs="Calibri"/>
          <w:b/>
          <w:sz w:val="28"/>
          <w:szCs w:val="28"/>
        </w:rPr>
      </w:pPr>
      <w:r w:rsidRPr="00193D45">
        <w:rPr>
          <w:rFonts w:ascii="Calibri" w:hAnsi="Calibri" w:cs="Calibri"/>
          <w:b/>
          <w:sz w:val="28"/>
          <w:szCs w:val="28"/>
        </w:rPr>
        <w:t>ALLEGATO 4</w:t>
      </w:r>
    </w:p>
    <w:p w14:paraId="7015DA81" w14:textId="77777777" w:rsidR="00101B11" w:rsidRPr="00C61218" w:rsidRDefault="00101B11" w:rsidP="007A36A6">
      <w:pPr>
        <w:widowControl w:val="0"/>
        <w:suppressAutoHyphens/>
        <w:spacing w:before="120" w:line="240" w:lineRule="auto"/>
        <w:jc w:val="center"/>
        <w:rPr>
          <w:rFonts w:ascii="Calibri" w:eastAsia="Lucida Sans Unicode" w:hAnsi="Calibri" w:cs="Calibri"/>
          <w:b/>
          <w:bCs/>
          <w:color w:val="000000"/>
          <w:szCs w:val="24"/>
          <w:lang w:bidi="en-US"/>
        </w:rPr>
      </w:pPr>
      <w:r w:rsidRPr="00C61218">
        <w:rPr>
          <w:rFonts w:ascii="Calibri" w:eastAsia="Lucida Sans Unicode" w:hAnsi="Calibri" w:cs="Calibri"/>
          <w:b/>
          <w:bCs/>
          <w:color w:val="000000"/>
          <w:szCs w:val="24"/>
          <w:lang w:bidi="en-US"/>
        </w:rPr>
        <w:t>Su Carta Intestata</w:t>
      </w:r>
    </w:p>
    <w:p w14:paraId="116C8652" w14:textId="77777777" w:rsidR="00101B11" w:rsidRPr="00AB73CE" w:rsidRDefault="00101B11" w:rsidP="00101B11">
      <w:pPr>
        <w:widowControl w:val="0"/>
        <w:suppressAutoHyphens/>
        <w:spacing w:line="240" w:lineRule="auto"/>
        <w:jc w:val="center"/>
        <w:rPr>
          <w:rFonts w:asciiTheme="minorHAnsi" w:eastAsia="Lucida Sans Unicode" w:hAnsiTheme="minorHAnsi" w:cstheme="minorHAnsi"/>
          <w:b/>
          <w:bCs/>
          <w:color w:val="000000"/>
          <w:sz w:val="12"/>
          <w:szCs w:val="12"/>
          <w:lang w:bidi="en-US"/>
        </w:rPr>
      </w:pPr>
    </w:p>
    <w:p w14:paraId="0B69AA38" w14:textId="77777777" w:rsidR="00101B11" w:rsidRPr="00C61218" w:rsidRDefault="00101B11" w:rsidP="007A36A6">
      <w:pPr>
        <w:spacing w:after="120" w:line="240" w:lineRule="auto"/>
        <w:jc w:val="center"/>
        <w:rPr>
          <w:rFonts w:ascii="Calibri" w:hAnsi="Calibri" w:cs="Calibri"/>
          <w:b/>
          <w:smallCaps/>
          <w:color w:val="000000"/>
          <w:sz w:val="36"/>
          <w:szCs w:val="36"/>
          <w:lang w:eastAsia="ar-SA"/>
        </w:rPr>
      </w:pPr>
      <w:r w:rsidRPr="00C61218">
        <w:rPr>
          <w:rFonts w:ascii="Calibri" w:hAnsi="Calibri" w:cs="Calibri"/>
          <w:b/>
          <w:smallCaps/>
          <w:color w:val="000000"/>
          <w:sz w:val="36"/>
          <w:szCs w:val="36"/>
          <w:lang w:eastAsia="ar-SA"/>
        </w:rPr>
        <w:t>FACSIMILE</w:t>
      </w:r>
    </w:p>
    <w:p w14:paraId="6FB3E32F" w14:textId="77777777" w:rsidR="00043EC7" w:rsidRPr="00C61218" w:rsidRDefault="00550557" w:rsidP="00196F87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b/>
          <w:bCs/>
          <w:color w:val="000000"/>
          <w:sz w:val="26"/>
          <w:szCs w:val="26"/>
        </w:rPr>
      </w:pPr>
      <w:r w:rsidRPr="00C61218">
        <w:rPr>
          <w:rFonts w:ascii="Calibri" w:hAnsi="Calibri" w:cs="Calibri"/>
          <w:b/>
          <w:bCs/>
          <w:color w:val="000000"/>
          <w:sz w:val="26"/>
          <w:szCs w:val="26"/>
        </w:rPr>
        <w:t>INFORMATIVA SUL TRATTAMENTO DEI DATI PERSONALI</w:t>
      </w:r>
      <w:r w:rsidR="006C3BF7" w:rsidRPr="00C61218">
        <w:rPr>
          <w:rFonts w:ascii="Calibri" w:hAnsi="Calibri" w:cs="Calibri"/>
          <w:b/>
          <w:bCs/>
          <w:color w:val="000000"/>
          <w:sz w:val="26"/>
          <w:szCs w:val="26"/>
        </w:rPr>
        <w:t xml:space="preserve"> </w:t>
      </w:r>
    </w:p>
    <w:p w14:paraId="631F6ECB" w14:textId="77777777" w:rsidR="00550557" w:rsidRPr="00C61218" w:rsidRDefault="00043EC7" w:rsidP="00196F87">
      <w:pPr>
        <w:pStyle w:val="NormaleWeb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 w:cs="Calibri"/>
          <w:b/>
          <w:bCs/>
          <w:color w:val="000000"/>
          <w:sz w:val="26"/>
          <w:szCs w:val="26"/>
        </w:rPr>
      </w:pPr>
      <w:r w:rsidRPr="00C61218">
        <w:rPr>
          <w:rFonts w:ascii="Calibri" w:hAnsi="Calibri" w:cs="Calibri"/>
          <w:b/>
          <w:bCs/>
          <w:color w:val="000000"/>
          <w:sz w:val="26"/>
          <w:szCs w:val="26"/>
        </w:rPr>
        <w:t>ED AUTORIZZAZIONE AL TRATTAMENTO DEI DATI</w:t>
      </w:r>
    </w:p>
    <w:p w14:paraId="47EA512A" w14:textId="77777777" w:rsidR="00787C45" w:rsidRPr="001C45E4" w:rsidRDefault="006C3BF7" w:rsidP="0030217D">
      <w:pPr>
        <w:pStyle w:val="NormaleWeb"/>
        <w:shd w:val="clear" w:color="auto" w:fill="FFFFFF"/>
        <w:spacing w:before="0" w:beforeAutospacing="0" w:after="120" w:afterAutospacing="0"/>
        <w:jc w:val="both"/>
        <w:rPr>
          <w:rFonts w:ascii="Calibri" w:hAnsi="Calibri"/>
        </w:rPr>
      </w:pPr>
      <w:r w:rsidRPr="001C45E4">
        <w:rPr>
          <w:rFonts w:ascii="Calibri" w:hAnsi="Calibri"/>
        </w:rPr>
        <w:t>(art</w:t>
      </w:r>
      <w:r w:rsidR="00043EC7" w:rsidRPr="001C45E4">
        <w:rPr>
          <w:rFonts w:ascii="Calibri" w:hAnsi="Calibri"/>
        </w:rPr>
        <w:t>t.</w:t>
      </w:r>
      <w:r w:rsidRPr="001C45E4">
        <w:rPr>
          <w:rFonts w:ascii="Calibri" w:hAnsi="Calibri"/>
        </w:rPr>
        <w:t xml:space="preserve"> 13 </w:t>
      </w:r>
      <w:r w:rsidR="00043EC7" w:rsidRPr="001C45E4">
        <w:rPr>
          <w:rFonts w:ascii="Calibri" w:hAnsi="Calibri"/>
        </w:rPr>
        <w:t>e</w:t>
      </w:r>
      <w:r w:rsidRPr="001C45E4">
        <w:rPr>
          <w:rFonts w:ascii="Calibri" w:hAnsi="Calibri"/>
        </w:rPr>
        <w:t xml:space="preserve"> 14 Regolamento UE 2016/679, d. lgs. 10 agosto 2018 n. 101 di adeguamento </w:t>
      </w:r>
      <w:r w:rsidR="00043EC7" w:rsidRPr="001C45E4">
        <w:rPr>
          <w:rFonts w:ascii="Calibri" w:hAnsi="Calibri"/>
        </w:rPr>
        <w:t>de</w:t>
      </w:r>
      <w:r w:rsidRPr="001C45E4">
        <w:rPr>
          <w:rFonts w:ascii="Calibri" w:hAnsi="Calibri"/>
        </w:rPr>
        <w:t xml:space="preserve">l </w:t>
      </w:r>
      <w:hyperlink r:id="rId8" w:history="1">
        <w:r w:rsidRPr="001C45E4">
          <w:rPr>
            <w:rFonts w:ascii="Calibri" w:hAnsi="Calibri"/>
          </w:rPr>
          <w:t>codice in materia di protezione dei dati personali d. lgs. 30 giugno 2003 n. 196</w:t>
        </w:r>
      </w:hyperlink>
      <w:r w:rsidRPr="001C45E4">
        <w:rPr>
          <w:rFonts w:ascii="Calibri" w:hAnsi="Calibri"/>
        </w:rPr>
        <w:t xml:space="preserve"> alle disposizioni del </w:t>
      </w:r>
      <w:hyperlink r:id="rId9" w:history="1">
        <w:r w:rsidRPr="001C45E4">
          <w:rPr>
            <w:rFonts w:ascii="Calibri" w:hAnsi="Calibri"/>
          </w:rPr>
          <w:t xml:space="preserve">regolamento </w:t>
        </w:r>
        <w:r w:rsidR="00043EC7" w:rsidRPr="001C45E4">
          <w:rPr>
            <w:rFonts w:ascii="Calibri" w:hAnsi="Calibri"/>
          </w:rPr>
          <w:t>UE</w:t>
        </w:r>
        <w:r w:rsidRPr="001C45E4">
          <w:rPr>
            <w:rFonts w:ascii="Calibri" w:hAnsi="Calibri"/>
          </w:rPr>
          <w:t xml:space="preserve"> 2016/679</w:t>
        </w:r>
      </w:hyperlink>
      <w:r w:rsidRPr="001C45E4">
        <w:rPr>
          <w:rFonts w:ascii="Calibri" w:hAnsi="Calibri"/>
        </w:rPr>
        <w:t xml:space="preserve">)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3"/>
        <w:gridCol w:w="7378"/>
      </w:tblGrid>
      <w:tr w:rsidR="00101B11" w14:paraId="16C9CFEF" w14:textId="77777777" w:rsidTr="000A6768">
        <w:trPr>
          <w:trHeight w:val="614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895EC" w14:textId="77777777" w:rsidR="00101B11" w:rsidRDefault="00101B11" w:rsidP="000A6768">
            <w:pPr>
              <w:suppressAutoHyphens/>
              <w:spacing w:before="120" w:after="120" w:line="240" w:lineRule="auto"/>
              <w:jc w:val="center"/>
              <w:rPr>
                <w:rFonts w:ascii="Calibri" w:hAnsi="Calibri"/>
                <w:sz w:val="28"/>
                <w:szCs w:val="24"/>
                <w:lang w:eastAsia="ar-SA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 xml:space="preserve">TITOLO DEL PROGETTO 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2CDC3429" w14:textId="77777777" w:rsidR="00101B11" w:rsidRDefault="00101B11">
            <w:pPr>
              <w:spacing w:after="120" w:line="240" w:lineRule="auto"/>
              <w:jc w:val="center"/>
              <w:rPr>
                <w:rFonts w:ascii="Calibri" w:hAnsi="Calibri" w:cs="Arial"/>
                <w:color w:val="000000"/>
                <w:szCs w:val="24"/>
                <w:lang w:eastAsia="ar-SA"/>
              </w:rPr>
            </w:pPr>
          </w:p>
        </w:tc>
      </w:tr>
      <w:tr w:rsidR="00101B11" w14:paraId="3FB112D1" w14:textId="77777777" w:rsidTr="000A6768">
        <w:tc>
          <w:tcPr>
            <w:tcW w:w="212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3AAF6E" w14:textId="77777777" w:rsidR="00101B11" w:rsidRDefault="00101B11" w:rsidP="000A6768">
            <w:pPr>
              <w:suppressAutoHyphens/>
              <w:spacing w:before="120" w:line="240" w:lineRule="auto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 xml:space="preserve">NUMERO DI IDENTIFICAZIONE </w:t>
            </w:r>
          </w:p>
          <w:p w14:paraId="0169043A" w14:textId="77777777" w:rsidR="00101B11" w:rsidRPr="000A6768" w:rsidRDefault="00101B11" w:rsidP="000A6768">
            <w:pPr>
              <w:suppressAutoHyphens/>
              <w:spacing w:after="120" w:line="240" w:lineRule="auto"/>
              <w:ind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>(SE DISPONIBILE)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4D3E2D0" w14:textId="77777777" w:rsidR="00101B11" w:rsidRDefault="00101B11">
            <w:pPr>
              <w:spacing w:after="120" w:line="240" w:lineRule="auto"/>
              <w:jc w:val="center"/>
              <w:rPr>
                <w:rFonts w:ascii="Calibri" w:hAnsi="Calibri" w:cs="Arial"/>
                <w:color w:val="000000"/>
                <w:szCs w:val="24"/>
                <w:lang w:eastAsia="ar-SA"/>
              </w:rPr>
            </w:pPr>
          </w:p>
        </w:tc>
      </w:tr>
      <w:tr w:rsidR="00101B11" w14:paraId="5582EEFA" w14:textId="77777777" w:rsidTr="000A6768">
        <w:tc>
          <w:tcPr>
            <w:tcW w:w="212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BA552" w14:textId="77777777" w:rsidR="000A6768" w:rsidRDefault="00101B11" w:rsidP="000A6768">
            <w:pPr>
              <w:suppressAutoHyphens/>
              <w:spacing w:before="120" w:line="240" w:lineRule="auto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 xml:space="preserve">VERSIONE E DATA </w:t>
            </w:r>
          </w:p>
          <w:p w14:paraId="3071FE3A" w14:textId="77777777" w:rsidR="00101B11" w:rsidRDefault="00101B11" w:rsidP="000A6768">
            <w:pPr>
              <w:suppressAutoHyphens/>
              <w:spacing w:after="120" w:line="240" w:lineRule="auto"/>
              <w:jc w:val="center"/>
              <w:rPr>
                <w:rFonts w:ascii="Arial" w:eastAsia="Calibri" w:hAnsi="Arial" w:cs="Arial"/>
                <w:b/>
                <w:noProof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>DEL PROTOCOLLO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2032BCD5" w14:textId="77777777" w:rsidR="00101B11" w:rsidRDefault="00101B11">
            <w:pPr>
              <w:spacing w:after="120" w:line="240" w:lineRule="auto"/>
              <w:jc w:val="center"/>
              <w:rPr>
                <w:rFonts w:ascii="Calibri" w:hAnsi="Calibri" w:cs="Arial"/>
                <w:color w:val="000000"/>
                <w:szCs w:val="24"/>
                <w:lang w:eastAsia="ar-SA"/>
              </w:rPr>
            </w:pPr>
          </w:p>
        </w:tc>
      </w:tr>
      <w:tr w:rsidR="00101B11" w14:paraId="5A226DC9" w14:textId="77777777" w:rsidTr="000A6768">
        <w:tc>
          <w:tcPr>
            <w:tcW w:w="2127" w:type="dxa"/>
            <w:tcBorders>
              <w:top w:val="single" w:sz="4" w:space="0" w:color="000000"/>
              <w:left w:val="single" w:sz="12" w:space="0" w:color="auto"/>
              <w:bottom w:val="single" w:sz="2" w:space="0" w:color="auto"/>
              <w:right w:val="single" w:sz="4" w:space="0" w:color="000000"/>
            </w:tcBorders>
            <w:vAlign w:val="center"/>
            <w:hideMark/>
          </w:tcPr>
          <w:p w14:paraId="1B16BE1F" w14:textId="77777777" w:rsidR="000A6768" w:rsidRDefault="00101B11" w:rsidP="000A6768">
            <w:pPr>
              <w:spacing w:before="120" w:line="240" w:lineRule="auto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>RESPONSABILE</w:t>
            </w:r>
          </w:p>
          <w:p w14:paraId="528861CF" w14:textId="77777777" w:rsidR="00101B11" w:rsidRDefault="00101B11" w:rsidP="000A6768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noProof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 xml:space="preserve"> </w:t>
            </w:r>
            <w:r w:rsidR="000A6768">
              <w:rPr>
                <w:rFonts w:ascii="Arial" w:eastAsia="Calibri" w:hAnsi="Arial" w:cs="Arial"/>
                <w:b/>
                <w:noProof/>
                <w:sz w:val="20"/>
              </w:rPr>
              <w:t xml:space="preserve">DEL </w:t>
            </w:r>
            <w:r>
              <w:rPr>
                <w:rFonts w:ascii="Arial" w:eastAsia="Calibri" w:hAnsi="Arial" w:cs="Arial"/>
                <w:b/>
                <w:noProof/>
                <w:sz w:val="20"/>
              </w:rPr>
              <w:t>PROGETTO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551D2507" w14:textId="77777777" w:rsidR="00101B11" w:rsidRDefault="00101B11" w:rsidP="000A6768">
            <w:pPr>
              <w:spacing w:after="160" w:line="240" w:lineRule="auto"/>
              <w:ind w:left="-53" w:right="-144"/>
              <w:jc w:val="center"/>
              <w:rPr>
                <w:rFonts w:ascii="Arial" w:eastAsia="Calibri" w:hAnsi="Arial" w:cs="Arial"/>
                <w:i/>
                <w:noProof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noProof/>
                <w:sz w:val="20"/>
              </w:rPr>
              <w:t>(indicare nome, cognome, qualifica, indirizzo, recapito telefonico ed email)</w:t>
            </w:r>
          </w:p>
        </w:tc>
      </w:tr>
      <w:tr w:rsidR="00101B11" w14:paraId="12A19F0A" w14:textId="77777777" w:rsidTr="000A6768">
        <w:tc>
          <w:tcPr>
            <w:tcW w:w="2127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75DA959A" w14:textId="77777777" w:rsidR="000A6768" w:rsidRDefault="00101B11" w:rsidP="000A6768">
            <w:pPr>
              <w:spacing w:before="120" w:line="240" w:lineRule="auto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 xml:space="preserve">SEDE/I </w:t>
            </w:r>
          </w:p>
          <w:p w14:paraId="5DAA3020" w14:textId="77777777" w:rsidR="00101B11" w:rsidRDefault="00101B11" w:rsidP="000A6768">
            <w:pPr>
              <w:spacing w:after="120" w:line="240" w:lineRule="auto"/>
              <w:jc w:val="center"/>
              <w:rPr>
                <w:rFonts w:ascii="Calibri" w:hAnsi="Calibri" w:cs="Arial"/>
                <w:color w:val="000000"/>
                <w:szCs w:val="24"/>
                <w:highlight w:val="yellow"/>
                <w:lang w:eastAsia="ar-SA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>DELLA RICERCA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5052D24" w14:textId="77777777" w:rsidR="00101B11" w:rsidRDefault="00101B11">
            <w:pPr>
              <w:spacing w:after="120" w:line="240" w:lineRule="auto"/>
              <w:jc w:val="center"/>
              <w:rPr>
                <w:rFonts w:ascii="Calibri" w:hAnsi="Calibri" w:cs="Arial"/>
                <w:szCs w:val="24"/>
                <w:lang w:eastAsia="ar-SA"/>
              </w:rPr>
            </w:pPr>
          </w:p>
        </w:tc>
      </w:tr>
    </w:tbl>
    <w:p w14:paraId="5D5EF7C1" w14:textId="77777777" w:rsidR="00101B11" w:rsidRPr="00AB73CE" w:rsidRDefault="00101B11" w:rsidP="007A36A6">
      <w:pPr>
        <w:spacing w:before="240" w:line="240" w:lineRule="exact"/>
        <w:jc w:val="both"/>
        <w:rPr>
          <w:rFonts w:asciiTheme="minorHAnsi" w:eastAsia="Calibri" w:hAnsiTheme="minorHAnsi" w:cstheme="minorHAnsi"/>
          <w:szCs w:val="24"/>
        </w:rPr>
      </w:pPr>
      <w:r w:rsidRPr="00AB73CE">
        <w:rPr>
          <w:rFonts w:asciiTheme="minorHAnsi" w:hAnsiTheme="minorHAnsi" w:cstheme="minorHAnsi"/>
          <w:szCs w:val="24"/>
        </w:rPr>
        <w:t>Gentile Signore/a,</w:t>
      </w:r>
    </w:p>
    <w:p w14:paraId="1F539F00" w14:textId="4EAD4272" w:rsidR="00550557" w:rsidRPr="00AB73CE" w:rsidRDefault="00101B11" w:rsidP="00550557">
      <w:pPr>
        <w:spacing w:line="240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AB73CE">
        <w:rPr>
          <w:rFonts w:asciiTheme="minorHAnsi" w:hAnsiTheme="minorHAnsi" w:cstheme="minorHAnsi"/>
          <w:szCs w:val="24"/>
        </w:rPr>
        <w:t>La informiamo che il trattamento dei dati personali</w:t>
      </w:r>
      <w:r w:rsidR="00550557" w:rsidRPr="00AB73CE">
        <w:rPr>
          <w:rFonts w:asciiTheme="minorHAnsi" w:hAnsiTheme="minorHAnsi" w:cstheme="minorHAnsi"/>
          <w:szCs w:val="24"/>
        </w:rPr>
        <w:t xml:space="preserve"> </w:t>
      </w:r>
      <w:r w:rsidRPr="00AB73CE">
        <w:rPr>
          <w:rFonts w:asciiTheme="minorHAnsi" w:hAnsiTheme="minorHAnsi" w:cstheme="minorHAnsi"/>
          <w:szCs w:val="24"/>
        </w:rPr>
        <w:t>che La riguardano, raccolti nel corso dello studio</w:t>
      </w:r>
      <w:r w:rsidR="00AB73CE" w:rsidRPr="00AB73CE">
        <w:rPr>
          <w:rFonts w:asciiTheme="minorHAnsi" w:hAnsiTheme="minorHAnsi" w:cstheme="minorHAnsi"/>
          <w:szCs w:val="24"/>
        </w:rPr>
        <w:t xml:space="preserve"> sopra indicato</w:t>
      </w:r>
      <w:r w:rsidRPr="00AB73CE">
        <w:rPr>
          <w:rFonts w:asciiTheme="minorHAnsi" w:hAnsiTheme="minorHAnsi" w:cstheme="minorHAnsi"/>
          <w:szCs w:val="24"/>
        </w:rPr>
        <w:t>, sarà improntato ai principi di correttezza, liceità, trasparenza e riservatezza</w:t>
      </w:r>
      <w:r w:rsidR="00550557" w:rsidRPr="00AB73CE">
        <w:rPr>
          <w:rFonts w:asciiTheme="minorHAnsi" w:hAnsiTheme="minorHAnsi" w:cstheme="minorHAnsi"/>
          <w:szCs w:val="24"/>
        </w:rPr>
        <w:t xml:space="preserve"> e che tale</w:t>
      </w:r>
      <w:r w:rsidR="00550557" w:rsidRPr="00AB73CE">
        <w:rPr>
          <w:rFonts w:asciiTheme="minorHAnsi" w:hAnsiTheme="minorHAnsi" w:cstheme="minorHAnsi"/>
          <w:color w:val="000000"/>
          <w:szCs w:val="24"/>
        </w:rPr>
        <w:t xml:space="preserve"> trattamento avviene nel rispetto della normativa in vigore e</w:t>
      </w:r>
      <w:r w:rsidR="00AB73CE" w:rsidRPr="00AB73CE">
        <w:rPr>
          <w:rFonts w:asciiTheme="minorHAnsi" w:hAnsiTheme="minorHAnsi" w:cstheme="minorHAnsi"/>
          <w:color w:val="000000"/>
          <w:szCs w:val="24"/>
        </w:rPr>
        <w:t>,</w:t>
      </w:r>
      <w:r w:rsidR="00550557" w:rsidRPr="00AB73CE">
        <w:rPr>
          <w:rFonts w:asciiTheme="minorHAnsi" w:hAnsiTheme="minorHAnsi" w:cstheme="minorHAnsi"/>
          <w:color w:val="000000"/>
          <w:szCs w:val="24"/>
        </w:rPr>
        <w:t xml:space="preserve"> in particolare</w:t>
      </w:r>
      <w:r w:rsidR="00AB73CE" w:rsidRPr="00AB73CE">
        <w:rPr>
          <w:rFonts w:asciiTheme="minorHAnsi" w:hAnsiTheme="minorHAnsi" w:cstheme="minorHAnsi"/>
          <w:color w:val="000000"/>
          <w:szCs w:val="24"/>
        </w:rPr>
        <w:t>,</w:t>
      </w:r>
      <w:r w:rsidR="00550557" w:rsidRPr="00AB73CE">
        <w:rPr>
          <w:rFonts w:asciiTheme="minorHAnsi" w:hAnsiTheme="minorHAnsi" w:cstheme="minorHAnsi"/>
          <w:color w:val="000000"/>
          <w:szCs w:val="24"/>
        </w:rPr>
        <w:t xml:space="preserve"> nel rispetto dei principi fissati dall’art 5 del Regolamento (UE) 2016/679 e mediante misure tecniche e organizzative adeguate </w:t>
      </w:r>
      <w:r w:rsidR="00550557" w:rsidRPr="00AB73CE">
        <w:rPr>
          <w:rStyle w:val="Enfasigrassetto"/>
          <w:rFonts w:asciiTheme="minorHAnsi" w:hAnsiTheme="minorHAnsi" w:cstheme="minorHAnsi"/>
          <w:b w:val="0"/>
          <w:bCs w:val="0"/>
          <w:color w:val="000000"/>
          <w:szCs w:val="24"/>
        </w:rPr>
        <w:t xml:space="preserve">per garantire che il trattamento sia effettuato conformemente a quanto prescritto dal Regolamento UE 2016/679. </w:t>
      </w:r>
      <w:r w:rsidR="00043EC7" w:rsidRPr="00AB73CE">
        <w:rPr>
          <w:rFonts w:asciiTheme="minorHAnsi" w:hAnsiTheme="minorHAnsi" w:cstheme="minorHAnsi"/>
          <w:color w:val="000000"/>
          <w:szCs w:val="24"/>
        </w:rPr>
        <w:t>L’acquisizione ed il</w:t>
      </w:r>
      <w:r w:rsidR="00550557" w:rsidRPr="00AB73CE">
        <w:rPr>
          <w:rFonts w:asciiTheme="minorHAnsi" w:hAnsiTheme="minorHAnsi" w:cstheme="minorHAnsi"/>
          <w:color w:val="000000"/>
          <w:szCs w:val="24"/>
        </w:rPr>
        <w:t xml:space="preserve"> trattamento dei dati, da Lei sempre revocabile, avviene sulla base del Suo esplicito consenso e (ai sensi dell’articolo 9 del Regolamento UE 2016/679</w:t>
      </w:r>
      <w:r w:rsidR="00AB73CE" w:rsidRPr="00AB73CE">
        <w:rPr>
          <w:rFonts w:asciiTheme="minorHAnsi" w:hAnsiTheme="minorHAnsi" w:cstheme="minorHAnsi"/>
          <w:color w:val="000000"/>
          <w:szCs w:val="24"/>
        </w:rPr>
        <w:t>.</w:t>
      </w:r>
      <w:r w:rsidR="00550557" w:rsidRPr="00AB73CE">
        <w:rPr>
          <w:rFonts w:asciiTheme="minorHAnsi" w:hAnsiTheme="minorHAnsi" w:cstheme="minorHAnsi"/>
          <w:color w:val="000000"/>
          <w:szCs w:val="24"/>
        </w:rPr>
        <w:t xml:space="preserve"> </w:t>
      </w:r>
      <w:r w:rsidR="00AB73CE" w:rsidRPr="00AB73CE">
        <w:rPr>
          <w:rFonts w:asciiTheme="minorHAnsi" w:hAnsiTheme="minorHAnsi" w:cstheme="minorHAnsi"/>
          <w:color w:val="000000"/>
          <w:szCs w:val="24"/>
        </w:rPr>
        <w:t xml:space="preserve">L’acquisizione ed il trattamento dei dati, da Lei sempre revocabile, avviene sulla base del Suo esplicito consenso e (ai sensi dell’articolo 9 del Regolamento UE 2016/679) per </w:t>
      </w:r>
      <w:r w:rsidR="00550557" w:rsidRPr="00AB73CE">
        <w:rPr>
          <w:rFonts w:asciiTheme="minorHAnsi" w:hAnsiTheme="minorHAnsi" w:cstheme="minorHAnsi"/>
          <w:color w:val="000000"/>
          <w:szCs w:val="24"/>
        </w:rPr>
        <w:t xml:space="preserve">perseguimento dei fini di ricerca scientifica e per la specifica finalità della </w:t>
      </w:r>
      <w:r w:rsidR="00AB73CE" w:rsidRPr="00AB73CE">
        <w:rPr>
          <w:rFonts w:asciiTheme="minorHAnsi" w:hAnsiTheme="minorHAnsi" w:cstheme="minorHAnsi"/>
          <w:color w:val="000000"/>
          <w:szCs w:val="24"/>
        </w:rPr>
        <w:t>indicata</w:t>
      </w:r>
      <w:r w:rsidR="00550557" w:rsidRPr="00AB73CE">
        <w:rPr>
          <w:rFonts w:asciiTheme="minorHAnsi" w:hAnsiTheme="minorHAnsi" w:cstheme="minorHAnsi"/>
          <w:color w:val="000000"/>
          <w:szCs w:val="24"/>
        </w:rPr>
        <w:t xml:space="preserve"> ricerca.</w:t>
      </w:r>
    </w:p>
    <w:p w14:paraId="66078E73" w14:textId="77777777" w:rsidR="00101B11" w:rsidRPr="00CA1F04" w:rsidRDefault="00101B11" w:rsidP="007A36A6">
      <w:pPr>
        <w:autoSpaceDE w:val="0"/>
        <w:autoSpaceDN w:val="0"/>
        <w:adjustRightInd w:val="0"/>
        <w:spacing w:before="240" w:line="240" w:lineRule="auto"/>
        <w:rPr>
          <w:rFonts w:ascii="Calibri" w:hAnsi="Calibri" w:cs="Calibri"/>
          <w:b/>
          <w:bCs/>
          <w:szCs w:val="24"/>
        </w:rPr>
      </w:pPr>
      <w:r w:rsidRPr="00CA1F04">
        <w:rPr>
          <w:rFonts w:ascii="Calibri" w:hAnsi="Calibri" w:cs="Calibri"/>
          <w:b/>
          <w:bCs/>
          <w:szCs w:val="24"/>
        </w:rPr>
        <w:t xml:space="preserve">BASE GIURIDICA E FINALITÀ DEL TRATTAMENTO </w:t>
      </w:r>
    </w:p>
    <w:p w14:paraId="4AF0CE9C" w14:textId="394E260A" w:rsidR="00101B11" w:rsidRPr="0030217D" w:rsidRDefault="00101B11" w:rsidP="007A36A6">
      <w:pPr>
        <w:spacing w:line="240" w:lineRule="auto"/>
        <w:jc w:val="both"/>
        <w:rPr>
          <w:rFonts w:asciiTheme="minorHAnsi" w:hAnsiTheme="minorHAnsi" w:cstheme="minorHAnsi"/>
          <w:szCs w:val="24"/>
        </w:rPr>
      </w:pPr>
      <w:r w:rsidRPr="0030217D">
        <w:rPr>
          <w:rFonts w:asciiTheme="minorHAnsi" w:hAnsiTheme="minorHAnsi" w:cstheme="minorHAnsi"/>
          <w:szCs w:val="24"/>
        </w:rPr>
        <w:t xml:space="preserve">Al fine di effettuare lo studio scientifico di cui è stato informato, l’Università o l’UOC </w:t>
      </w:r>
      <w:r w:rsidRPr="0030217D">
        <w:rPr>
          <w:rFonts w:asciiTheme="minorHAnsi" w:hAnsiTheme="minorHAnsi" w:cstheme="minorHAnsi"/>
          <w:i/>
          <w:szCs w:val="24"/>
        </w:rPr>
        <w:t>(indicare nome, indirizzo)</w:t>
      </w:r>
      <w:r w:rsidRPr="0030217D">
        <w:rPr>
          <w:rFonts w:asciiTheme="minorHAnsi" w:hAnsiTheme="minorHAnsi" w:cstheme="minorHAnsi"/>
          <w:szCs w:val="24"/>
        </w:rPr>
        <w:t xml:space="preserve">, quale Centro di studio e Titolare del </w:t>
      </w:r>
      <w:r w:rsidR="000604B0" w:rsidRPr="0030217D">
        <w:rPr>
          <w:rFonts w:asciiTheme="minorHAnsi" w:hAnsiTheme="minorHAnsi" w:cstheme="minorHAnsi"/>
          <w:szCs w:val="24"/>
        </w:rPr>
        <w:t>progetto di ricerca</w:t>
      </w:r>
      <w:r w:rsidRPr="0030217D">
        <w:rPr>
          <w:rFonts w:asciiTheme="minorHAnsi" w:hAnsiTheme="minorHAnsi" w:cstheme="minorHAnsi"/>
          <w:szCs w:val="24"/>
        </w:rPr>
        <w:t xml:space="preserve">, in </w:t>
      </w:r>
      <w:r w:rsidR="000604B0" w:rsidRPr="0030217D">
        <w:rPr>
          <w:rFonts w:asciiTheme="minorHAnsi" w:hAnsiTheme="minorHAnsi" w:cstheme="minorHAnsi"/>
          <w:szCs w:val="24"/>
        </w:rPr>
        <w:t xml:space="preserve">conformità con </w:t>
      </w:r>
      <w:r w:rsidRPr="0030217D">
        <w:rPr>
          <w:rFonts w:asciiTheme="minorHAnsi" w:hAnsiTheme="minorHAnsi" w:cstheme="minorHAnsi"/>
          <w:szCs w:val="24"/>
        </w:rPr>
        <w:t xml:space="preserve">le responsabilità previste dalle norme </w:t>
      </w:r>
      <w:r w:rsidR="000604B0" w:rsidRPr="0030217D">
        <w:rPr>
          <w:rFonts w:asciiTheme="minorHAnsi" w:hAnsiTheme="minorHAnsi" w:cstheme="minorHAnsi"/>
          <w:szCs w:val="24"/>
        </w:rPr>
        <w:t>su</w:t>
      </w:r>
      <w:r w:rsidRPr="0030217D">
        <w:rPr>
          <w:rFonts w:asciiTheme="minorHAnsi" w:hAnsiTheme="minorHAnsi" w:cstheme="minorHAnsi"/>
          <w:szCs w:val="24"/>
        </w:rPr>
        <w:t>lla buona pratica clinica (</w:t>
      </w:r>
      <w:r w:rsidR="00006130" w:rsidRPr="0030217D">
        <w:rPr>
          <w:rFonts w:asciiTheme="minorHAnsi" w:hAnsiTheme="minorHAnsi" w:cstheme="minorHAnsi"/>
          <w:szCs w:val="24"/>
        </w:rPr>
        <w:t xml:space="preserve">D.L. </w:t>
      </w:r>
      <w:r w:rsidRPr="0030217D">
        <w:rPr>
          <w:rFonts w:asciiTheme="minorHAnsi" w:hAnsiTheme="minorHAnsi" w:cstheme="minorHAnsi"/>
          <w:szCs w:val="24"/>
        </w:rPr>
        <w:t xml:space="preserve">211/2003) e </w:t>
      </w:r>
      <w:r w:rsidR="000604B0" w:rsidRPr="0030217D">
        <w:rPr>
          <w:rFonts w:asciiTheme="minorHAnsi" w:hAnsiTheme="minorHAnsi" w:cstheme="minorHAnsi"/>
          <w:szCs w:val="24"/>
        </w:rPr>
        <w:t xml:space="preserve">in conformità con </w:t>
      </w:r>
      <w:r w:rsidRPr="0030217D">
        <w:rPr>
          <w:rFonts w:asciiTheme="minorHAnsi" w:hAnsiTheme="minorHAnsi" w:cstheme="minorHAnsi"/>
          <w:szCs w:val="24"/>
        </w:rPr>
        <w:t>la normativa vigente in materia di trattamento dei dati personali</w:t>
      </w:r>
      <w:r w:rsidR="000604B0" w:rsidRPr="0030217D">
        <w:rPr>
          <w:rFonts w:asciiTheme="minorHAnsi" w:hAnsiTheme="minorHAnsi" w:cstheme="minorHAnsi"/>
          <w:szCs w:val="24"/>
        </w:rPr>
        <w:t xml:space="preserve"> -</w:t>
      </w:r>
      <w:r w:rsidRPr="0030217D">
        <w:rPr>
          <w:rFonts w:asciiTheme="minorHAnsi" w:hAnsiTheme="minorHAnsi" w:cstheme="minorHAnsi"/>
          <w:szCs w:val="24"/>
        </w:rPr>
        <w:t xml:space="preserve"> </w:t>
      </w:r>
      <w:r w:rsidR="00836374" w:rsidRPr="0030217D">
        <w:rPr>
          <w:rFonts w:asciiTheme="minorHAnsi" w:hAnsiTheme="minorHAnsi" w:cstheme="minorHAnsi"/>
          <w:szCs w:val="24"/>
        </w:rPr>
        <w:t>ai sensi del d.lgs. 10 agosto 2018 n. 101 di adeguamento del</w:t>
      </w:r>
      <w:r w:rsidR="000604B0" w:rsidRPr="0030217D">
        <w:rPr>
          <w:rFonts w:asciiTheme="minorHAnsi" w:hAnsiTheme="minorHAnsi" w:cstheme="minorHAnsi"/>
          <w:szCs w:val="24"/>
        </w:rPr>
        <w:t xml:space="preserve"> </w:t>
      </w:r>
      <w:hyperlink r:id="rId10" w:history="1">
        <w:r w:rsidR="00836374" w:rsidRPr="0030217D">
          <w:rPr>
            <w:rFonts w:asciiTheme="minorHAnsi" w:hAnsiTheme="minorHAnsi" w:cstheme="minorHAnsi"/>
          </w:rPr>
          <w:t>codice in materia di protezione dei dati personali (D.Lgs.30 giugno 2003 n. 196)</w:t>
        </w:r>
      </w:hyperlink>
      <w:r w:rsidR="000604B0" w:rsidRPr="0030217D">
        <w:rPr>
          <w:rFonts w:asciiTheme="minorHAnsi" w:hAnsiTheme="minorHAnsi" w:cstheme="minorHAnsi"/>
          <w:szCs w:val="24"/>
        </w:rPr>
        <w:t xml:space="preserve"> </w:t>
      </w:r>
      <w:r w:rsidR="00836374" w:rsidRPr="0030217D">
        <w:rPr>
          <w:rFonts w:asciiTheme="minorHAnsi" w:hAnsiTheme="minorHAnsi" w:cstheme="minorHAnsi"/>
          <w:szCs w:val="24"/>
        </w:rPr>
        <w:t>alle disposizioni del</w:t>
      </w:r>
      <w:r w:rsidR="000604B0" w:rsidRPr="0030217D">
        <w:rPr>
          <w:rFonts w:asciiTheme="minorHAnsi" w:hAnsiTheme="minorHAnsi" w:cstheme="minorHAnsi"/>
          <w:szCs w:val="24"/>
        </w:rPr>
        <w:t xml:space="preserve"> </w:t>
      </w:r>
      <w:hyperlink r:id="rId11" w:history="1">
        <w:r w:rsidR="00836374" w:rsidRPr="0030217D">
          <w:rPr>
            <w:rFonts w:asciiTheme="minorHAnsi" w:hAnsiTheme="minorHAnsi" w:cstheme="minorHAnsi"/>
          </w:rPr>
          <w:t>Regolamento (UE) 2016/679</w:t>
        </w:r>
      </w:hyperlink>
      <w:r w:rsidR="000604B0" w:rsidRPr="0030217D">
        <w:rPr>
          <w:rFonts w:asciiTheme="minorHAnsi" w:hAnsiTheme="minorHAnsi" w:cstheme="minorHAnsi"/>
          <w:szCs w:val="24"/>
        </w:rPr>
        <w:t xml:space="preserve"> -</w:t>
      </w:r>
      <w:r w:rsidR="00836374" w:rsidRPr="0030217D">
        <w:rPr>
          <w:rFonts w:asciiTheme="minorHAnsi" w:hAnsiTheme="minorHAnsi" w:cstheme="minorHAnsi"/>
          <w:szCs w:val="24"/>
        </w:rPr>
        <w:t xml:space="preserve"> </w:t>
      </w:r>
      <w:r w:rsidRPr="0030217D">
        <w:rPr>
          <w:rFonts w:asciiTheme="minorHAnsi" w:hAnsiTheme="minorHAnsi" w:cstheme="minorHAnsi"/>
          <w:szCs w:val="24"/>
        </w:rPr>
        <w:t>tratter</w:t>
      </w:r>
      <w:r w:rsidR="0030217D" w:rsidRPr="0030217D">
        <w:rPr>
          <w:rFonts w:asciiTheme="minorHAnsi" w:hAnsiTheme="minorHAnsi" w:cstheme="minorHAnsi"/>
          <w:szCs w:val="24"/>
        </w:rPr>
        <w:t>à</w:t>
      </w:r>
      <w:r w:rsidRPr="0030217D">
        <w:rPr>
          <w:rFonts w:asciiTheme="minorHAnsi" w:hAnsiTheme="minorHAnsi" w:cstheme="minorHAnsi"/>
          <w:szCs w:val="24"/>
        </w:rPr>
        <w:t xml:space="preserve"> i Suoi dati personali soltanto nella misura in cui </w:t>
      </w:r>
      <w:r w:rsidR="000604B0" w:rsidRPr="0030217D">
        <w:rPr>
          <w:rFonts w:asciiTheme="minorHAnsi" w:hAnsiTheme="minorHAnsi" w:cstheme="minorHAnsi"/>
          <w:szCs w:val="24"/>
        </w:rPr>
        <w:t xml:space="preserve">gli stessi </w:t>
      </w:r>
      <w:r w:rsidRPr="0030217D">
        <w:rPr>
          <w:rFonts w:asciiTheme="minorHAnsi" w:hAnsiTheme="minorHAnsi" w:cstheme="minorHAnsi"/>
          <w:szCs w:val="24"/>
        </w:rPr>
        <w:t xml:space="preserve">siano indispensabili in relazione all'obiettivo dello studio, ed in funzione della realizzazione di esso. </w:t>
      </w:r>
    </w:p>
    <w:p w14:paraId="133301AE" w14:textId="77777777" w:rsidR="00101B11" w:rsidRPr="0030217D" w:rsidRDefault="00101B11" w:rsidP="007A36A6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i/>
          <w:szCs w:val="24"/>
        </w:rPr>
      </w:pPr>
      <w:r w:rsidRPr="0030217D">
        <w:rPr>
          <w:rFonts w:asciiTheme="minorHAnsi" w:hAnsiTheme="minorHAnsi" w:cstheme="minorHAnsi"/>
          <w:szCs w:val="24"/>
        </w:rPr>
        <w:t xml:space="preserve">Il conferimento dei dati è facoltativo, ma </w:t>
      </w:r>
      <w:r w:rsidR="004A17BE" w:rsidRPr="0030217D">
        <w:rPr>
          <w:rFonts w:asciiTheme="minorHAnsi" w:hAnsiTheme="minorHAnsi" w:cstheme="minorHAnsi"/>
          <w:szCs w:val="24"/>
        </w:rPr>
        <w:t xml:space="preserve">è </w:t>
      </w:r>
      <w:r w:rsidRPr="0030217D">
        <w:rPr>
          <w:rFonts w:asciiTheme="minorHAnsi" w:hAnsiTheme="minorHAnsi" w:cstheme="minorHAnsi"/>
          <w:szCs w:val="24"/>
        </w:rPr>
        <w:t xml:space="preserve">indispensabile per la partecipazione allo studio: il rifiuto di conferirli non Le consentirà di partecipare allo studio, ma non pregiudicherà in alcun modo le cure cui Lei è sottoposto. </w:t>
      </w:r>
      <w:r w:rsidRPr="0030217D">
        <w:rPr>
          <w:rFonts w:asciiTheme="minorHAnsi" w:hAnsiTheme="minorHAnsi" w:cstheme="minorHAnsi"/>
          <w:i/>
          <w:szCs w:val="24"/>
        </w:rPr>
        <w:t>(Indicare se ci sono dati che possono invece essere forniti facoltativamente, la cui mancanza non pregiudica la partecipazione allo studio).</w:t>
      </w:r>
    </w:p>
    <w:p w14:paraId="26D41CDF" w14:textId="77777777" w:rsidR="0007670F" w:rsidRPr="00D341D6" w:rsidRDefault="00101B11" w:rsidP="007A36A6">
      <w:pPr>
        <w:autoSpaceDE w:val="0"/>
        <w:autoSpaceDN w:val="0"/>
        <w:adjustRightInd w:val="0"/>
        <w:spacing w:before="120" w:line="240" w:lineRule="auto"/>
        <w:jc w:val="both"/>
        <w:rPr>
          <w:rFonts w:ascii="Calibri" w:hAnsi="Calibri" w:cs="Calibri"/>
          <w:b/>
          <w:bCs/>
          <w:szCs w:val="24"/>
        </w:rPr>
      </w:pPr>
      <w:r w:rsidRPr="00D341D6">
        <w:rPr>
          <w:rFonts w:ascii="Calibri" w:hAnsi="Calibri" w:cs="Calibri"/>
          <w:b/>
          <w:bCs/>
          <w:szCs w:val="24"/>
        </w:rPr>
        <w:lastRenderedPageBreak/>
        <w:t xml:space="preserve">TITOLARE </w:t>
      </w:r>
      <w:r w:rsidR="0007670F" w:rsidRPr="00D341D6">
        <w:rPr>
          <w:rFonts w:ascii="Calibri" w:hAnsi="Calibri" w:cs="Calibri"/>
          <w:b/>
          <w:bCs/>
          <w:szCs w:val="24"/>
        </w:rPr>
        <w:t xml:space="preserve">DEL TRATTAMENTO E </w:t>
      </w:r>
      <w:r w:rsidR="00550557" w:rsidRPr="00D341D6">
        <w:rPr>
          <w:rFonts w:ascii="Calibri" w:hAnsi="Calibri" w:cs="Calibri"/>
          <w:b/>
          <w:bCs/>
          <w:szCs w:val="24"/>
        </w:rPr>
        <w:t xml:space="preserve">RESPONSABILE </w:t>
      </w:r>
      <w:r w:rsidR="0007670F" w:rsidRPr="00D341D6">
        <w:rPr>
          <w:rFonts w:ascii="Calibri" w:hAnsi="Calibri" w:cs="Calibri"/>
          <w:b/>
          <w:bCs/>
          <w:szCs w:val="24"/>
        </w:rPr>
        <w:t>DELLA PROTEZIONE DEI DATI</w:t>
      </w:r>
    </w:p>
    <w:p w14:paraId="32645461" w14:textId="77777777" w:rsidR="0007670F" w:rsidRPr="00D341D6" w:rsidRDefault="0007670F" w:rsidP="007A36A6">
      <w:pPr>
        <w:shd w:val="clear" w:color="auto" w:fill="FFFFFF"/>
        <w:tabs>
          <w:tab w:val="left" w:pos="0"/>
          <w:tab w:val="left" w:pos="142"/>
        </w:tabs>
        <w:spacing w:line="240" w:lineRule="auto"/>
        <w:jc w:val="both"/>
        <w:rPr>
          <w:rFonts w:ascii="Calibri" w:hAnsi="Calibri" w:cs="Calibri"/>
          <w:szCs w:val="24"/>
        </w:rPr>
      </w:pPr>
      <w:r w:rsidRPr="00D341D6">
        <w:rPr>
          <w:rFonts w:ascii="Calibri" w:hAnsi="Calibri" w:cs="Calibri"/>
          <w:szCs w:val="24"/>
        </w:rPr>
        <w:t xml:space="preserve">Titolare del trattamento dei dati è l’Università degli Studi dell’Aquila. </w:t>
      </w:r>
    </w:p>
    <w:p w14:paraId="4E05DE03" w14:textId="77777777" w:rsidR="0007670F" w:rsidRPr="00D341D6" w:rsidRDefault="0007670F" w:rsidP="007A36A6">
      <w:pPr>
        <w:shd w:val="clear" w:color="auto" w:fill="FFFFFF"/>
        <w:tabs>
          <w:tab w:val="left" w:pos="0"/>
          <w:tab w:val="left" w:pos="142"/>
        </w:tabs>
        <w:spacing w:line="240" w:lineRule="auto"/>
        <w:jc w:val="both"/>
        <w:rPr>
          <w:rFonts w:ascii="Calibri" w:hAnsi="Calibri" w:cs="Calibri"/>
          <w:szCs w:val="24"/>
        </w:rPr>
      </w:pPr>
      <w:r w:rsidRPr="00D341D6">
        <w:rPr>
          <w:rFonts w:ascii="Calibri" w:hAnsi="Calibri" w:cs="Calibri"/>
          <w:szCs w:val="24"/>
        </w:rPr>
        <w:t xml:space="preserve">Il Responsabile della protezione dati (RPD/DPO) per l’Università di L’Aquila ha sede presso Palazzo Ciavoli Cortelli, via Roma 33, 67100 L'Aquila (AQ), telefono +39-0862432218, e-mail </w:t>
      </w:r>
      <w:hyperlink r:id="rId12" w:history="1">
        <w:r w:rsidRPr="00D341D6">
          <w:rPr>
            <w:rStyle w:val="Collegamentoipertestuale"/>
            <w:rFonts w:ascii="Calibri" w:hAnsi="Calibri" w:cs="Calibri"/>
            <w:szCs w:val="24"/>
          </w:rPr>
          <w:t>rpd@strutture.univaq.it</w:t>
        </w:r>
      </w:hyperlink>
      <w:r w:rsidR="004A17BE" w:rsidRPr="00D341D6">
        <w:rPr>
          <w:rStyle w:val="Collegamentoipertestuale"/>
          <w:rFonts w:ascii="Calibri" w:hAnsi="Calibri" w:cs="Calibri"/>
          <w:szCs w:val="24"/>
        </w:rPr>
        <w:t xml:space="preserve">, </w:t>
      </w:r>
      <w:r w:rsidRPr="00D341D6">
        <w:rPr>
          <w:rFonts w:ascii="Calibri" w:hAnsi="Calibri" w:cs="Calibri"/>
          <w:szCs w:val="24"/>
        </w:rPr>
        <w:t xml:space="preserve">PEC </w:t>
      </w:r>
      <w:hyperlink r:id="rId13" w:history="1">
        <w:r w:rsidRPr="00D341D6">
          <w:rPr>
            <w:rStyle w:val="Collegamentoipertestuale"/>
            <w:rFonts w:ascii="Calibri" w:hAnsi="Calibri" w:cs="Calibri"/>
            <w:szCs w:val="24"/>
          </w:rPr>
          <w:t>protocollo@pec.univaq.it</w:t>
        </w:r>
      </w:hyperlink>
    </w:p>
    <w:p w14:paraId="5222EB96" w14:textId="414437A9" w:rsidR="0007670F" w:rsidRPr="00D341D6" w:rsidRDefault="0007670F" w:rsidP="007A36A6">
      <w:pPr>
        <w:shd w:val="clear" w:color="auto" w:fill="FFFFFF"/>
        <w:tabs>
          <w:tab w:val="left" w:pos="0"/>
          <w:tab w:val="left" w:pos="142"/>
        </w:tabs>
        <w:spacing w:line="240" w:lineRule="auto"/>
        <w:jc w:val="both"/>
        <w:rPr>
          <w:rStyle w:val="Collegamentoipertestuale"/>
          <w:rFonts w:ascii="Calibri" w:hAnsi="Calibri" w:cs="Calibri"/>
          <w:color w:val="auto"/>
          <w:szCs w:val="24"/>
          <w:u w:val="none"/>
        </w:rPr>
      </w:pPr>
      <w:r w:rsidRPr="00D341D6">
        <w:rPr>
          <w:rFonts w:ascii="Calibri" w:hAnsi="Calibri" w:cs="Calibri"/>
          <w:szCs w:val="24"/>
        </w:rPr>
        <w:t xml:space="preserve">Qualora trattasi di studi su pazienti o su dati della ASL 1 Avezzano Sulmona L’Aquila il Responsabile della protezione dati (RPD/DPO) per la ASL 1 Avezzano Sulmona L’Aquila è NB CONSULTING, funzione affidata dalla ASL con Delibera del Direttore Generale   n 1266 del 17 </w:t>
      </w:r>
      <w:r w:rsidR="0011298C" w:rsidRPr="00D341D6">
        <w:rPr>
          <w:rFonts w:ascii="Calibri" w:hAnsi="Calibri" w:cs="Calibri"/>
          <w:szCs w:val="24"/>
        </w:rPr>
        <w:t>l</w:t>
      </w:r>
      <w:r w:rsidRPr="00D341D6">
        <w:rPr>
          <w:rFonts w:ascii="Calibri" w:hAnsi="Calibri" w:cs="Calibri"/>
          <w:szCs w:val="24"/>
        </w:rPr>
        <w:t>uglio 2019</w:t>
      </w:r>
      <w:r w:rsidR="004A17BE" w:rsidRPr="00D341D6">
        <w:rPr>
          <w:rFonts w:ascii="Calibri" w:hAnsi="Calibri" w:cs="Calibri"/>
          <w:szCs w:val="24"/>
        </w:rPr>
        <w:t xml:space="preserve">, </w:t>
      </w:r>
      <w:r w:rsidRPr="00D341D6">
        <w:rPr>
          <w:rFonts w:ascii="Calibri" w:hAnsi="Calibri" w:cs="Calibri"/>
          <w:szCs w:val="24"/>
        </w:rPr>
        <w:t xml:space="preserve">e-mail: </w:t>
      </w:r>
      <w:hyperlink r:id="rId14" w:history="1">
        <w:r w:rsidRPr="00D341D6">
          <w:rPr>
            <w:rStyle w:val="Collegamentoipertestuale"/>
            <w:rFonts w:ascii="Calibri" w:hAnsi="Calibri" w:cs="Calibri"/>
            <w:szCs w:val="24"/>
          </w:rPr>
          <w:t>dpo@asl1abruzzo.it</w:t>
        </w:r>
      </w:hyperlink>
      <w:r w:rsidR="004A17BE" w:rsidRPr="00D341D6">
        <w:rPr>
          <w:rStyle w:val="Collegamentoipertestuale"/>
          <w:rFonts w:ascii="Calibri" w:hAnsi="Calibri" w:cs="Calibri"/>
          <w:szCs w:val="24"/>
        </w:rPr>
        <w:t xml:space="preserve">, </w:t>
      </w:r>
      <w:r w:rsidRPr="00D341D6">
        <w:rPr>
          <w:rStyle w:val="Collegamentoipertestuale"/>
          <w:rFonts w:ascii="Calibri" w:hAnsi="Calibri" w:cs="Calibri"/>
          <w:color w:val="auto"/>
          <w:szCs w:val="24"/>
          <w:u w:val="none"/>
        </w:rPr>
        <w:t xml:space="preserve">PEC: </w:t>
      </w:r>
      <w:hyperlink r:id="rId15" w:history="1">
        <w:r w:rsidRPr="00D341D6">
          <w:rPr>
            <w:rStyle w:val="Collegamentoipertestuale"/>
            <w:rFonts w:ascii="Calibri" w:hAnsi="Calibri" w:cs="Calibri"/>
            <w:szCs w:val="24"/>
          </w:rPr>
          <w:t>dpo@pec.asl1abruzzo.it</w:t>
        </w:r>
      </w:hyperlink>
    </w:p>
    <w:p w14:paraId="20B4B2CF" w14:textId="77777777" w:rsidR="00C2733B" w:rsidRPr="00FA08A1" w:rsidRDefault="00101B11" w:rsidP="007A36A6">
      <w:pPr>
        <w:shd w:val="clear" w:color="auto" w:fill="FFFFFF"/>
        <w:tabs>
          <w:tab w:val="left" w:pos="0"/>
          <w:tab w:val="left" w:pos="142"/>
        </w:tabs>
        <w:spacing w:before="240" w:line="240" w:lineRule="auto"/>
        <w:jc w:val="both"/>
        <w:rPr>
          <w:rFonts w:ascii="Calibri" w:hAnsi="Calibri" w:cs="Calibri"/>
          <w:b/>
          <w:bCs/>
          <w:szCs w:val="24"/>
        </w:rPr>
      </w:pPr>
      <w:r w:rsidRPr="00FA08A1">
        <w:rPr>
          <w:rFonts w:ascii="Calibri" w:hAnsi="Calibri" w:cs="Calibri"/>
          <w:b/>
          <w:bCs/>
          <w:szCs w:val="24"/>
        </w:rPr>
        <w:t xml:space="preserve">MODALITÀ </w:t>
      </w:r>
      <w:r w:rsidR="00C2733B" w:rsidRPr="00FA08A1">
        <w:rPr>
          <w:rFonts w:ascii="Calibri" w:hAnsi="Calibri" w:cs="Calibri"/>
          <w:b/>
          <w:bCs/>
          <w:szCs w:val="24"/>
        </w:rPr>
        <w:t>DEL TRATTAMENTO DEI DATI PERSONALI</w:t>
      </w:r>
    </w:p>
    <w:p w14:paraId="4F3C7675" w14:textId="2D32DB24" w:rsidR="00C2733B" w:rsidRPr="00FA08A1" w:rsidRDefault="00C2733B" w:rsidP="007A36A6">
      <w:pPr>
        <w:shd w:val="clear" w:color="auto" w:fill="FFFFFF"/>
        <w:tabs>
          <w:tab w:val="left" w:pos="0"/>
          <w:tab w:val="left" w:pos="142"/>
        </w:tabs>
        <w:spacing w:line="240" w:lineRule="auto"/>
        <w:jc w:val="both"/>
        <w:rPr>
          <w:rFonts w:ascii="Calibri" w:hAnsi="Calibri" w:cs="Calibri"/>
          <w:szCs w:val="24"/>
        </w:rPr>
      </w:pPr>
      <w:r w:rsidRPr="00FA08A1">
        <w:rPr>
          <w:rFonts w:ascii="Calibri" w:hAnsi="Calibri" w:cs="Calibri"/>
          <w:szCs w:val="24"/>
        </w:rPr>
        <w:t>Il trattamento dei dati personali sar</w:t>
      </w:r>
      <w:r w:rsidR="0030217D">
        <w:rPr>
          <w:rFonts w:ascii="Calibri" w:hAnsi="Calibri" w:cs="Calibri"/>
          <w:szCs w:val="24"/>
        </w:rPr>
        <w:t>à</w:t>
      </w:r>
      <w:r w:rsidRPr="00FA08A1">
        <w:rPr>
          <w:rFonts w:ascii="Calibri" w:hAnsi="Calibri" w:cs="Calibri"/>
          <w:szCs w:val="24"/>
        </w:rPr>
        <w:t xml:space="preserve"> effettuato in modalità informatizzata</w:t>
      </w:r>
      <w:r w:rsidR="00C06F01">
        <w:rPr>
          <w:rFonts w:ascii="Calibri" w:hAnsi="Calibri" w:cs="Calibri"/>
          <w:szCs w:val="24"/>
        </w:rPr>
        <w:t xml:space="preserve"> e/o cartacea</w:t>
      </w:r>
      <w:r w:rsidRPr="00FA08A1">
        <w:rPr>
          <w:rFonts w:ascii="Calibri" w:hAnsi="Calibri" w:cs="Calibri"/>
          <w:szCs w:val="24"/>
        </w:rPr>
        <w:t>.</w:t>
      </w:r>
    </w:p>
    <w:p w14:paraId="5D993660" w14:textId="049C57EA" w:rsidR="00C2733B" w:rsidRPr="00FA08A1" w:rsidRDefault="00C2733B" w:rsidP="007A36A6">
      <w:pPr>
        <w:shd w:val="clear" w:color="auto" w:fill="FFFFFF"/>
        <w:tabs>
          <w:tab w:val="left" w:pos="0"/>
          <w:tab w:val="left" w:pos="142"/>
        </w:tabs>
        <w:spacing w:line="240" w:lineRule="auto"/>
        <w:jc w:val="both"/>
        <w:rPr>
          <w:rFonts w:ascii="Calibri" w:hAnsi="Calibri" w:cs="Calibri"/>
          <w:szCs w:val="24"/>
        </w:rPr>
      </w:pPr>
      <w:r w:rsidRPr="00FA08A1">
        <w:rPr>
          <w:rFonts w:ascii="Calibri" w:hAnsi="Calibri" w:cs="Calibri"/>
          <w:bCs/>
          <w:szCs w:val="24"/>
        </w:rPr>
        <w:t xml:space="preserve">Il medico </w:t>
      </w:r>
      <w:r w:rsidR="0030217D">
        <w:rPr>
          <w:rFonts w:ascii="Calibri" w:hAnsi="Calibri" w:cs="Calibri"/>
          <w:bCs/>
          <w:szCs w:val="24"/>
        </w:rPr>
        <w:t xml:space="preserve">e/o il membro del gruppo di ricerca </w:t>
      </w:r>
      <w:r w:rsidRPr="00FA08A1">
        <w:rPr>
          <w:rFonts w:ascii="Calibri" w:hAnsi="Calibri" w:cs="Calibri"/>
          <w:bCs/>
          <w:szCs w:val="24"/>
        </w:rPr>
        <w:t>che La seguirà nello studio La identificherà con un codice.</w:t>
      </w:r>
      <w:r w:rsidRPr="00FA08A1">
        <w:rPr>
          <w:rFonts w:ascii="Calibri" w:hAnsi="Calibri" w:cs="Calibri"/>
          <w:szCs w:val="24"/>
        </w:rPr>
        <w:t xml:space="preserve"> </w:t>
      </w:r>
    </w:p>
    <w:p w14:paraId="59C7F2D7" w14:textId="77777777" w:rsidR="00C2733B" w:rsidRPr="00FA08A1" w:rsidRDefault="00C2733B" w:rsidP="007A36A6">
      <w:pPr>
        <w:shd w:val="clear" w:color="auto" w:fill="FFFFFF"/>
        <w:tabs>
          <w:tab w:val="left" w:pos="0"/>
          <w:tab w:val="left" w:pos="142"/>
        </w:tabs>
        <w:spacing w:line="240" w:lineRule="auto"/>
        <w:jc w:val="both"/>
        <w:rPr>
          <w:rFonts w:ascii="Calibri" w:hAnsi="Calibri" w:cs="Calibri"/>
          <w:bCs/>
          <w:szCs w:val="24"/>
        </w:rPr>
      </w:pPr>
      <w:r w:rsidRPr="00FA08A1">
        <w:rPr>
          <w:rFonts w:ascii="Calibri" w:hAnsi="Calibri" w:cs="Calibri"/>
          <w:bCs/>
          <w:szCs w:val="24"/>
        </w:rPr>
        <w:t>Tali dati saranno registrati, elaborati e conservati unitamente a tale codice, alla Sua data di nascita, al sesso, al Suo peso e alla Sua statura, e alla Sua storia clinica e farmacologica. Soltanto il medico e i soggetti autorizzati potranno collegare questo codice al Suo nominativo.</w:t>
      </w:r>
    </w:p>
    <w:p w14:paraId="5652925A" w14:textId="13E65A05" w:rsidR="00C2733B" w:rsidRPr="00FA08A1" w:rsidRDefault="00C2733B" w:rsidP="007A36A6">
      <w:pPr>
        <w:shd w:val="clear" w:color="auto" w:fill="FFFFFF"/>
        <w:tabs>
          <w:tab w:val="left" w:pos="0"/>
          <w:tab w:val="left" w:pos="142"/>
        </w:tabs>
        <w:spacing w:line="240" w:lineRule="auto"/>
        <w:jc w:val="both"/>
        <w:rPr>
          <w:rFonts w:ascii="Calibri" w:hAnsi="Calibri" w:cs="Calibri"/>
          <w:szCs w:val="24"/>
        </w:rPr>
      </w:pPr>
      <w:r w:rsidRPr="00FA08A1">
        <w:rPr>
          <w:rFonts w:ascii="Calibri" w:hAnsi="Calibri" w:cs="Calibri"/>
          <w:szCs w:val="24"/>
        </w:rPr>
        <w:t>I dati che La riguardano, raccolti nel corso dello studio saranno registrati, elaborati e conservati per 5 anni unitamente a tale codice. I dati saranno custoditi in una stanza chiusa a chiave presso il Dipartimento __________</w:t>
      </w:r>
      <w:r w:rsidR="0030217D">
        <w:rPr>
          <w:rFonts w:ascii="Calibri" w:hAnsi="Calibri" w:cs="Calibri"/>
          <w:szCs w:val="24"/>
        </w:rPr>
        <w:t>___________</w:t>
      </w:r>
      <w:r w:rsidRPr="00FA08A1">
        <w:rPr>
          <w:rFonts w:ascii="Calibri" w:hAnsi="Calibri" w:cs="Calibri"/>
          <w:szCs w:val="24"/>
        </w:rPr>
        <w:t xml:space="preserve"> e</w:t>
      </w:r>
      <w:r w:rsidR="0030217D">
        <w:rPr>
          <w:rFonts w:ascii="Calibri" w:hAnsi="Calibri" w:cs="Calibri"/>
          <w:szCs w:val="24"/>
        </w:rPr>
        <w:t>/o</w:t>
      </w:r>
      <w:r w:rsidRPr="00FA08A1">
        <w:rPr>
          <w:rFonts w:ascii="Calibri" w:hAnsi="Calibri" w:cs="Calibri"/>
          <w:szCs w:val="24"/>
        </w:rPr>
        <w:t xml:space="preserve"> su pc protetto da password</w:t>
      </w:r>
      <w:r w:rsidR="0030217D">
        <w:rPr>
          <w:rFonts w:ascii="Calibri" w:hAnsi="Calibri" w:cs="Calibri"/>
          <w:szCs w:val="24"/>
        </w:rPr>
        <w:t xml:space="preserve"> sotto la responsabilità del titolare del progetto di ricerca e degli altri membri del gruppo di ricerca. I dati saranno trattati mediante strumenti cartacei e</w:t>
      </w:r>
      <w:r w:rsidR="00C06F01">
        <w:rPr>
          <w:rFonts w:ascii="Calibri" w:hAnsi="Calibri" w:cs="Calibri"/>
          <w:szCs w:val="24"/>
        </w:rPr>
        <w:t>/o</w:t>
      </w:r>
      <w:r w:rsidR="0030217D">
        <w:rPr>
          <w:rFonts w:ascii="Calibri" w:hAnsi="Calibri" w:cs="Calibri"/>
          <w:szCs w:val="24"/>
        </w:rPr>
        <w:t xml:space="preserve"> elettronici.</w:t>
      </w:r>
    </w:p>
    <w:p w14:paraId="38C55A77" w14:textId="77777777" w:rsidR="00101B11" w:rsidRPr="008F377D" w:rsidRDefault="00C2733B" w:rsidP="007A36A6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Cs w:val="24"/>
        </w:rPr>
      </w:pPr>
      <w:r w:rsidRPr="00FA08A1">
        <w:rPr>
          <w:rFonts w:ascii="Calibri" w:hAnsi="Calibri" w:cs="Calibri"/>
          <w:szCs w:val="24"/>
        </w:rPr>
        <w:t xml:space="preserve">La Sua partecipazione allo studio implica che, in conformità alla normativa sulle sperimentazioni cliniche, il personale che esegue lo studio e l’Internal Review Board potranno conoscere i dati (anche identificativi) che La riguardano, eventualmente compresi quelli contenuti nella Sua documentazione clinica originale. I dati liberamente conferiti saranno utilizzati solo per scopi di studi e di ricerca e potranno essere comunicati o diffusi, ad esempio attraverso pubblicazioni scientifiche, statistiche e convegni scientifici, solo in forma rigorosamente </w:t>
      </w:r>
      <w:r w:rsidR="00101B11" w:rsidRPr="00FA08A1">
        <w:rPr>
          <w:rFonts w:ascii="Calibri" w:hAnsi="Calibri" w:cs="Calibri"/>
          <w:szCs w:val="24"/>
        </w:rPr>
        <w:t>anonima.</w:t>
      </w:r>
    </w:p>
    <w:p w14:paraId="062C63EC" w14:textId="77777777" w:rsidR="00101B11" w:rsidRPr="00CA1F04" w:rsidRDefault="00101B11" w:rsidP="007A36A6">
      <w:pPr>
        <w:autoSpaceDE w:val="0"/>
        <w:autoSpaceDN w:val="0"/>
        <w:adjustRightInd w:val="0"/>
        <w:spacing w:before="240" w:line="240" w:lineRule="auto"/>
        <w:rPr>
          <w:rFonts w:ascii="Calibri" w:hAnsi="Calibri" w:cs="Calibri"/>
          <w:b/>
          <w:bCs/>
          <w:szCs w:val="24"/>
        </w:rPr>
      </w:pPr>
      <w:r w:rsidRPr="00CA1F04">
        <w:rPr>
          <w:rFonts w:ascii="Calibri" w:hAnsi="Calibri" w:cs="Calibri"/>
          <w:b/>
          <w:bCs/>
          <w:szCs w:val="24"/>
        </w:rPr>
        <w:t>ESERCIZIO DEI DIRITTI</w:t>
      </w:r>
    </w:p>
    <w:p w14:paraId="7001FC4B" w14:textId="5F3274D6" w:rsidR="00101B11" w:rsidRPr="00CA1F04" w:rsidRDefault="00101B11" w:rsidP="007A36A6">
      <w:pPr>
        <w:spacing w:line="240" w:lineRule="auto"/>
        <w:jc w:val="both"/>
        <w:rPr>
          <w:rFonts w:ascii="Calibri" w:eastAsia="Arial Unicode MS" w:hAnsi="Calibri" w:cs="Calibri"/>
          <w:i/>
          <w:szCs w:val="24"/>
        </w:rPr>
      </w:pPr>
      <w:r w:rsidRPr="00CA1F04">
        <w:rPr>
          <w:rFonts w:ascii="Calibri" w:eastAsia="Arial Unicode MS" w:hAnsi="Calibri" w:cs="Calibri"/>
          <w:szCs w:val="24"/>
        </w:rPr>
        <w:t xml:space="preserve">In qualunque momento, Lei potrà esercitare </w:t>
      </w:r>
      <w:r w:rsidR="00336557">
        <w:rPr>
          <w:rFonts w:ascii="Calibri" w:eastAsia="Arial Unicode MS" w:hAnsi="Calibri" w:cs="Calibri"/>
          <w:szCs w:val="24"/>
        </w:rPr>
        <w:t xml:space="preserve">tutti </w:t>
      </w:r>
      <w:r w:rsidRPr="00CA1F04">
        <w:rPr>
          <w:rFonts w:ascii="Calibri" w:eastAsia="Arial Unicode MS" w:hAnsi="Calibri" w:cs="Calibri"/>
          <w:szCs w:val="24"/>
        </w:rPr>
        <w:t xml:space="preserve">i diritti </w:t>
      </w:r>
      <w:r w:rsidR="00D341D6">
        <w:rPr>
          <w:rFonts w:ascii="Calibri" w:eastAsia="Arial Unicode MS" w:hAnsi="Calibri" w:cs="Calibri"/>
          <w:szCs w:val="24"/>
        </w:rPr>
        <w:t>previsti dalla normativa vigente ed in particolare quelli di cui al Regolamento europeo 2016/679</w:t>
      </w:r>
      <w:r w:rsidR="00043EC7">
        <w:rPr>
          <w:rFonts w:ascii="Calibri" w:eastAsia="Arial Unicode MS" w:hAnsi="Calibri" w:cs="Calibri"/>
          <w:szCs w:val="24"/>
        </w:rPr>
        <w:t xml:space="preserve"> </w:t>
      </w:r>
      <w:r w:rsidR="00336557">
        <w:rPr>
          <w:rFonts w:ascii="Calibri" w:eastAsia="Arial Unicode MS" w:hAnsi="Calibri" w:cs="Calibri"/>
          <w:szCs w:val="24"/>
        </w:rPr>
        <w:t xml:space="preserve">(in particolare quelli di cui agli artt. 11 e 12 del regolamento UE 2016/679) </w:t>
      </w:r>
      <w:r w:rsidRPr="00CA1F04">
        <w:rPr>
          <w:rFonts w:ascii="Calibri" w:eastAsia="Arial Unicode MS" w:hAnsi="Calibri" w:cs="Calibri"/>
          <w:szCs w:val="24"/>
        </w:rPr>
        <w:t xml:space="preserve">in materia di protezione dei dati personali (per es., accedere ai Suoi dati personali, integrarli, aggiornarli, rettificarli, opporsi al loro trattamento, ecc.) rivolgendosi direttamente al Responsabile del </w:t>
      </w:r>
      <w:r w:rsidR="00D341D6">
        <w:rPr>
          <w:rFonts w:ascii="Calibri" w:eastAsia="Arial Unicode MS" w:hAnsi="Calibri" w:cs="Calibri"/>
          <w:szCs w:val="24"/>
        </w:rPr>
        <w:t>progetto di ricerca</w:t>
      </w:r>
      <w:r w:rsidRPr="00CA1F04">
        <w:rPr>
          <w:rFonts w:ascii="Calibri" w:eastAsia="Arial Unicode MS" w:hAnsi="Calibri" w:cs="Calibri"/>
          <w:szCs w:val="24"/>
        </w:rPr>
        <w:t xml:space="preserve"> </w:t>
      </w:r>
      <w:r w:rsidRPr="00CA1F04">
        <w:rPr>
          <w:rFonts w:ascii="Calibri" w:eastAsia="Arial Unicode MS" w:hAnsi="Calibri" w:cs="Calibri"/>
          <w:i/>
          <w:szCs w:val="24"/>
        </w:rPr>
        <w:t>(indicare nome, cognome, qualifica, indirizzo, recapito telefonico</w:t>
      </w:r>
      <w:r w:rsidR="00C06F01">
        <w:rPr>
          <w:rFonts w:ascii="Calibri" w:eastAsia="Arial Unicode MS" w:hAnsi="Calibri" w:cs="Calibri"/>
          <w:i/>
          <w:szCs w:val="24"/>
        </w:rPr>
        <w:t>)</w:t>
      </w:r>
      <w:r w:rsidRPr="00CA1F04">
        <w:rPr>
          <w:rFonts w:ascii="Calibri" w:eastAsia="Arial Unicode MS" w:hAnsi="Calibri" w:cs="Calibri"/>
          <w:i/>
          <w:szCs w:val="24"/>
        </w:rPr>
        <w:t xml:space="preserve"> </w:t>
      </w:r>
      <w:r w:rsidR="00C06F01" w:rsidRPr="00C06F01">
        <w:rPr>
          <w:rFonts w:ascii="Calibri" w:eastAsia="Arial Unicode MS" w:hAnsi="Calibri" w:cs="Calibri"/>
          <w:iCs/>
          <w:szCs w:val="24"/>
        </w:rPr>
        <w:t>e/</w:t>
      </w:r>
      <w:r w:rsidR="00D341D6" w:rsidRPr="00C06F01">
        <w:rPr>
          <w:rFonts w:ascii="Calibri" w:eastAsia="Arial Unicode MS" w:hAnsi="Calibri" w:cs="Calibri"/>
          <w:iCs/>
          <w:szCs w:val="24"/>
        </w:rPr>
        <w:t xml:space="preserve">o a membro/i dello staff da questi designato/i </w:t>
      </w:r>
      <w:r w:rsidR="00D341D6">
        <w:rPr>
          <w:rFonts w:ascii="Calibri" w:eastAsia="Arial Unicode MS" w:hAnsi="Calibri" w:cs="Calibri"/>
          <w:i/>
          <w:szCs w:val="24"/>
        </w:rPr>
        <w:t>(indicare nome, cognome, qualifica, indirizzo, recapito telefonico)</w:t>
      </w:r>
      <w:r w:rsidRPr="00CA1F04">
        <w:rPr>
          <w:rFonts w:ascii="Calibri" w:eastAsia="Arial Unicode MS" w:hAnsi="Calibri" w:cs="Calibri"/>
          <w:i/>
          <w:szCs w:val="24"/>
        </w:rPr>
        <w:t>.</w:t>
      </w:r>
    </w:p>
    <w:p w14:paraId="1738C5DB" w14:textId="77777777" w:rsidR="00101B11" w:rsidRPr="00CA1F04" w:rsidRDefault="00101B11" w:rsidP="007A36A6">
      <w:pPr>
        <w:pStyle w:val="NormaleWeb"/>
        <w:spacing w:before="0" w:beforeAutospacing="0" w:after="0" w:afterAutospacing="0"/>
        <w:jc w:val="both"/>
        <w:rPr>
          <w:rFonts w:ascii="Calibri" w:eastAsia="Arial Unicode MS" w:hAnsi="Calibri" w:cs="Calibri"/>
        </w:rPr>
      </w:pPr>
      <w:r w:rsidRPr="00CA1F04">
        <w:rPr>
          <w:rFonts w:ascii="Calibri" w:eastAsia="Arial Unicode MS" w:hAnsi="Calibri" w:cs="Calibri"/>
        </w:rPr>
        <w:t xml:space="preserve">In particolare, Lei potrà ottenere conferma dell’esistenza o meno di dati personali che la riguardano, chiedere al titolare del trattamento l’accesso a tali dati e l’aggiornamento, la rettifica o la cancellazione degli stessi o la limitazione del trattamento dei dati personali che La riguardano, nonché proporre reclamo innanzi all’Autorità garante per la protezione dei dati personali. Potrà inoltre interrompere in ogni momento e senza fornire alcuna giustificazione la Sua partecipazione allo studio. Tale scelta non pregiudicherà in alcun modo né comporterà conseguenze in relazione alla qualità delle cure cui Lei è sottoposto. </w:t>
      </w:r>
    </w:p>
    <w:p w14:paraId="780B18BB" w14:textId="77777777" w:rsidR="00101B11" w:rsidRDefault="00101B11" w:rsidP="007A36A6">
      <w:pPr>
        <w:pStyle w:val="NormaleWeb"/>
        <w:spacing w:before="0" w:beforeAutospacing="0" w:after="0" w:afterAutospacing="0"/>
        <w:jc w:val="both"/>
        <w:rPr>
          <w:rFonts w:ascii="Calibri" w:eastAsia="Arial Unicode MS" w:hAnsi="Calibri" w:cs="Calibri"/>
        </w:rPr>
      </w:pPr>
      <w:r w:rsidRPr="00CA1F04">
        <w:rPr>
          <w:rFonts w:ascii="Calibri" w:eastAsia="Arial Unicode MS" w:hAnsi="Calibri" w:cs="Calibri"/>
        </w:rPr>
        <w:t>L’esercizio del diritto di revoca</w:t>
      </w:r>
      <w:r w:rsidR="00043EC7">
        <w:rPr>
          <w:rFonts w:ascii="Calibri" w:eastAsia="Arial Unicode MS" w:hAnsi="Calibri" w:cs="Calibri"/>
        </w:rPr>
        <w:t xml:space="preserve"> de</w:t>
      </w:r>
      <w:r w:rsidRPr="00CA1F04">
        <w:rPr>
          <w:rFonts w:ascii="Calibri" w:eastAsia="Arial Unicode MS" w:hAnsi="Calibri" w:cs="Calibri"/>
        </w:rPr>
        <w:t xml:space="preserve">l consenso non pregiudica la liceità del trattamento basato sul consenso prestato prima della revoca. </w:t>
      </w:r>
    </w:p>
    <w:p w14:paraId="656B6327" w14:textId="11AA783B" w:rsidR="007A36A6" w:rsidRDefault="007A36A6" w:rsidP="007A36A6">
      <w:pPr>
        <w:pStyle w:val="NormaleWeb"/>
        <w:spacing w:before="0" w:beforeAutospacing="0" w:after="0" w:afterAutospacing="0"/>
        <w:jc w:val="both"/>
        <w:rPr>
          <w:rFonts w:ascii="Calibri" w:eastAsia="Arial Unicode MS" w:hAnsi="Calibri" w:cs="Calibri"/>
        </w:rPr>
      </w:pPr>
    </w:p>
    <w:p w14:paraId="53D32CF3" w14:textId="516645E0" w:rsidR="00C46E41" w:rsidRDefault="00C46E41" w:rsidP="007A36A6">
      <w:pPr>
        <w:pStyle w:val="NormaleWeb"/>
        <w:spacing w:before="0" w:beforeAutospacing="0" w:after="0" w:afterAutospacing="0"/>
        <w:jc w:val="both"/>
        <w:rPr>
          <w:rFonts w:ascii="Calibri" w:eastAsia="Arial Unicode MS" w:hAnsi="Calibri" w:cs="Calibri"/>
        </w:rPr>
      </w:pPr>
    </w:p>
    <w:p w14:paraId="5B93934A" w14:textId="77777777" w:rsidR="00C46E41" w:rsidRDefault="00C46E41" w:rsidP="007A36A6">
      <w:pPr>
        <w:pStyle w:val="NormaleWeb"/>
        <w:spacing w:before="0" w:beforeAutospacing="0" w:after="0" w:afterAutospacing="0"/>
        <w:jc w:val="both"/>
        <w:rPr>
          <w:rFonts w:ascii="Calibri" w:eastAsia="Arial Unicode MS" w:hAnsi="Calibri" w:cs="Calibri"/>
        </w:rPr>
      </w:pPr>
    </w:p>
    <w:p w14:paraId="15F5C22E" w14:textId="77777777" w:rsidR="001C45E4" w:rsidRDefault="001C45E4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450B9775" w14:textId="77777777" w:rsidR="001C45E4" w:rsidRDefault="001C45E4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63C7B8D1" w14:textId="13A0C4A9" w:rsidR="00787C45" w:rsidRPr="008A47D9" w:rsidRDefault="00787C45" w:rsidP="00787C45">
      <w:pPr>
        <w:widowControl w:val="0"/>
        <w:suppressAutoHyphens/>
        <w:spacing w:line="276" w:lineRule="auto"/>
        <w:jc w:val="center"/>
        <w:rPr>
          <w:rFonts w:ascii="Calibri" w:eastAsia="Lucida Sans Unicode" w:hAnsi="Calibri" w:cs="Calibri"/>
          <w:b/>
          <w:bCs/>
          <w:color w:val="000000"/>
          <w:szCs w:val="24"/>
          <w:lang w:bidi="en-US"/>
        </w:rPr>
      </w:pPr>
      <w:r w:rsidRPr="008A47D9">
        <w:rPr>
          <w:rFonts w:ascii="Calibri" w:eastAsia="Lucida Sans Unicode" w:hAnsi="Calibri" w:cs="Calibri"/>
          <w:b/>
          <w:bCs/>
          <w:color w:val="000000"/>
          <w:szCs w:val="24"/>
          <w:lang w:bidi="en-US"/>
        </w:rPr>
        <w:lastRenderedPageBreak/>
        <w:t>Su Carta Intestata</w:t>
      </w:r>
    </w:p>
    <w:p w14:paraId="000A081D" w14:textId="77777777" w:rsidR="00787C45" w:rsidRPr="00F27843" w:rsidRDefault="00787C45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1BE60060" w14:textId="77777777" w:rsidR="00787C45" w:rsidRPr="00F27843" w:rsidRDefault="00787C45" w:rsidP="00787C45">
      <w:pPr>
        <w:spacing w:after="240" w:line="240" w:lineRule="auto"/>
        <w:jc w:val="center"/>
        <w:rPr>
          <w:rFonts w:ascii="Calibri" w:hAnsi="Calibri" w:cs="Arial"/>
          <w:b/>
          <w:smallCaps/>
          <w:color w:val="000000"/>
          <w:sz w:val="36"/>
          <w:szCs w:val="36"/>
          <w:lang w:eastAsia="ar-SA"/>
        </w:rPr>
      </w:pPr>
      <w:r w:rsidRPr="00F27843">
        <w:rPr>
          <w:rFonts w:ascii="Calibri" w:hAnsi="Calibri" w:cs="Arial"/>
          <w:b/>
          <w:smallCaps/>
          <w:color w:val="000000"/>
          <w:sz w:val="36"/>
          <w:szCs w:val="36"/>
          <w:lang w:eastAsia="ar-SA"/>
        </w:rPr>
        <w:t>FACSIMILE</w:t>
      </w:r>
    </w:p>
    <w:p w14:paraId="61A9336C" w14:textId="77777777" w:rsidR="00787C45" w:rsidRPr="008A47D9" w:rsidRDefault="00787C45" w:rsidP="00787C4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8A47D9">
        <w:rPr>
          <w:rFonts w:ascii="Calibri" w:hAnsi="Calibri" w:cs="Calibri"/>
          <w:b/>
          <w:bCs/>
          <w:sz w:val="28"/>
          <w:szCs w:val="28"/>
        </w:rPr>
        <w:t xml:space="preserve">AUTORIZZAZIONE AL TRATTAMENTO DEI DATI </w:t>
      </w:r>
      <w:r w:rsidR="00043EC7" w:rsidRPr="008A47D9">
        <w:rPr>
          <w:rFonts w:ascii="Calibri" w:hAnsi="Calibri" w:cs="Calibri"/>
          <w:b/>
          <w:bCs/>
          <w:sz w:val="28"/>
          <w:szCs w:val="28"/>
        </w:rPr>
        <w:t>PERSONA</w:t>
      </w:r>
      <w:r w:rsidRPr="008A47D9">
        <w:rPr>
          <w:rFonts w:ascii="Calibri" w:hAnsi="Calibri" w:cs="Calibri"/>
          <w:b/>
          <w:bCs/>
          <w:sz w:val="28"/>
          <w:szCs w:val="28"/>
        </w:rPr>
        <w:t xml:space="preserve">LI </w:t>
      </w:r>
    </w:p>
    <w:p w14:paraId="3326A7D4" w14:textId="77777777" w:rsidR="00787C45" w:rsidRPr="008A47D9" w:rsidRDefault="00787C45" w:rsidP="00787C45">
      <w:pPr>
        <w:autoSpaceDE w:val="0"/>
        <w:autoSpaceDN w:val="0"/>
        <w:adjustRightInd w:val="0"/>
        <w:spacing w:after="240" w:line="240" w:lineRule="auto"/>
        <w:jc w:val="center"/>
        <w:rPr>
          <w:rFonts w:ascii="Calibri" w:hAnsi="Calibri" w:cs="Calibri"/>
          <w:b/>
          <w:bCs/>
          <w:szCs w:val="24"/>
        </w:rPr>
      </w:pPr>
      <w:r w:rsidRPr="008A47D9">
        <w:rPr>
          <w:rFonts w:ascii="Calibri" w:hAnsi="Calibri" w:cs="Calibri"/>
          <w:b/>
          <w:bCs/>
          <w:sz w:val="28"/>
          <w:szCs w:val="28"/>
        </w:rPr>
        <w:t xml:space="preserve">DEL PARTECIPANTE A STUDI </w:t>
      </w:r>
      <w:r w:rsidR="00D669F1" w:rsidRPr="008A47D9">
        <w:rPr>
          <w:rFonts w:ascii="Calibri" w:hAnsi="Calibri" w:cs="Calibri"/>
          <w:b/>
          <w:bCs/>
          <w:sz w:val="28"/>
          <w:szCs w:val="28"/>
        </w:rPr>
        <w:t>NON INTERVENTISTICI</w:t>
      </w:r>
    </w:p>
    <w:p w14:paraId="6D013193" w14:textId="77777777" w:rsidR="00787C45" w:rsidRPr="00F27843" w:rsidRDefault="00787C45" w:rsidP="00787C4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Cs w:val="24"/>
        </w:rPr>
      </w:pPr>
    </w:p>
    <w:p w14:paraId="61D7D221" w14:textId="77777777" w:rsidR="00787C45" w:rsidRPr="00F27843" w:rsidRDefault="00787C45" w:rsidP="00787C4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 xml:space="preserve">Luogo e Data ______________________ </w:t>
      </w:r>
    </w:p>
    <w:p w14:paraId="2FA53466" w14:textId="77777777" w:rsidR="00787C45" w:rsidRPr="00F27843" w:rsidRDefault="00787C45" w:rsidP="00787C45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Cs w:val="24"/>
        </w:rPr>
      </w:pPr>
    </w:p>
    <w:p w14:paraId="6FD802EB" w14:textId="37E5F00B" w:rsidR="00787C45" w:rsidRPr="00F27843" w:rsidRDefault="00787C45" w:rsidP="00787C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TimesNewRomanPS-BoldMT"/>
          <w:bCs/>
          <w:szCs w:val="24"/>
        </w:rPr>
        <w:t>I</w:t>
      </w:r>
      <w:r w:rsidR="00E22A8F">
        <w:rPr>
          <w:rFonts w:ascii="Calibri" w:hAnsi="Calibri" w:cs="TimesNewRomanPS-BoldMT"/>
          <w:bCs/>
          <w:szCs w:val="24"/>
        </w:rPr>
        <w:t>l/</w:t>
      </w:r>
      <w:r w:rsidR="0085022F">
        <w:rPr>
          <w:rFonts w:ascii="Calibri" w:hAnsi="Calibri" w:cs="TimesNewRomanPS-BoldMT"/>
          <w:bCs/>
          <w:szCs w:val="24"/>
        </w:rPr>
        <w:t>L</w:t>
      </w:r>
      <w:r w:rsidR="00E22A8F">
        <w:rPr>
          <w:rFonts w:ascii="Calibri" w:hAnsi="Calibri" w:cs="TimesNewRomanPS-BoldMT"/>
          <w:bCs/>
          <w:szCs w:val="24"/>
        </w:rPr>
        <w:t>a</w:t>
      </w:r>
      <w:r w:rsidRPr="00F27843">
        <w:rPr>
          <w:rFonts w:ascii="Calibri" w:hAnsi="Calibri" w:cs="TimesNewRomanPS-BoldMT"/>
          <w:bCs/>
          <w:szCs w:val="24"/>
        </w:rPr>
        <w:t xml:space="preserve"> sottoscritto/a (</w:t>
      </w:r>
      <w:r w:rsidRPr="00F27843">
        <w:rPr>
          <w:rFonts w:ascii="Calibri" w:hAnsi="Calibri" w:cs="Calibri"/>
          <w:szCs w:val="24"/>
        </w:rPr>
        <w:t>Nome e Cognome del partecipante in stampatello)</w:t>
      </w:r>
    </w:p>
    <w:p w14:paraId="4CF4F7B8" w14:textId="675F88E5" w:rsidR="00787C45" w:rsidRPr="00F27843" w:rsidRDefault="00787C45" w:rsidP="00787C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TimesNewRomanPS-BoldMT"/>
          <w:bCs/>
          <w:szCs w:val="24"/>
        </w:rPr>
      </w:pPr>
      <w:r w:rsidRPr="00F27843">
        <w:rPr>
          <w:rFonts w:ascii="Calibri" w:hAnsi="Calibri" w:cs="TimesNewRomanPS-BoldMT"/>
          <w:bCs/>
          <w:szCs w:val="24"/>
        </w:rPr>
        <w:t>___________________________________________________________</w:t>
      </w:r>
    </w:p>
    <w:p w14:paraId="6CD01B8B" w14:textId="77777777" w:rsidR="00787C45" w:rsidRPr="00F27843" w:rsidRDefault="00787C45" w:rsidP="00787C45">
      <w:pPr>
        <w:spacing w:before="100" w:beforeAutospacing="1" w:after="100" w:afterAutospacing="1" w:line="240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acquisite le informazioni fornite</w:t>
      </w:r>
      <w:r w:rsidR="00043EC7">
        <w:rPr>
          <w:rFonts w:ascii="Calibri" w:hAnsi="Calibri" w:cs="Calibri"/>
          <w:szCs w:val="24"/>
        </w:rPr>
        <w:t>mi</w:t>
      </w:r>
      <w:r w:rsidRPr="00F27843">
        <w:rPr>
          <w:rFonts w:ascii="Calibri" w:hAnsi="Calibri" w:cs="Calibri"/>
          <w:szCs w:val="24"/>
        </w:rPr>
        <w:t xml:space="preserve"> ai sensi del</w:t>
      </w:r>
      <w:r w:rsidR="00BB6B60">
        <w:rPr>
          <w:rFonts w:ascii="Calibri" w:hAnsi="Calibri" w:cs="Calibri"/>
          <w:szCs w:val="24"/>
        </w:rPr>
        <w:t>la vigente normativa sulla protezione dei dati e riportate nella allegata “Informativa”</w:t>
      </w:r>
      <w:r w:rsidR="00043EC7">
        <w:rPr>
          <w:rFonts w:ascii="Calibri" w:hAnsi="Calibri" w:cs="Calibri"/>
          <w:szCs w:val="24"/>
        </w:rPr>
        <w:t xml:space="preserve"> </w:t>
      </w:r>
    </w:p>
    <w:p w14:paraId="06BD8B33" w14:textId="77777777" w:rsidR="00787C45" w:rsidRPr="00F27843" w:rsidRDefault="00787C45" w:rsidP="0085022F">
      <w:pPr>
        <w:spacing w:after="360" w:line="240" w:lineRule="auto"/>
        <w:ind w:left="142" w:hanging="142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 xml:space="preserve">- presta il </w:t>
      </w:r>
      <w:r w:rsidR="00BB6B60">
        <w:rPr>
          <w:rFonts w:ascii="Calibri" w:hAnsi="Calibri" w:cs="Calibri"/>
          <w:szCs w:val="24"/>
        </w:rPr>
        <w:t>proprio</w:t>
      </w:r>
      <w:r w:rsidRPr="00F27843">
        <w:rPr>
          <w:rFonts w:ascii="Calibri" w:hAnsi="Calibri" w:cs="Calibri"/>
          <w:szCs w:val="24"/>
        </w:rPr>
        <w:t xml:space="preserve"> consenso per il trattamento dei dati necessari allo svolgimento delle operazioni indicate nell'informativa</w:t>
      </w:r>
      <w:r w:rsidR="00BB6B60">
        <w:rPr>
          <w:rFonts w:ascii="Calibri" w:hAnsi="Calibri" w:cs="Calibri"/>
          <w:szCs w:val="24"/>
        </w:rPr>
        <w:t xml:space="preserve"> medesima</w:t>
      </w:r>
      <w:r w:rsidRPr="00F27843">
        <w:rPr>
          <w:rFonts w:ascii="Calibri" w:hAnsi="Calibri" w:cs="Calibri"/>
          <w:szCs w:val="24"/>
        </w:rPr>
        <w:t>.</w:t>
      </w:r>
    </w:p>
    <w:p w14:paraId="3091E5FD" w14:textId="77777777" w:rsidR="00787C45" w:rsidRPr="00F27843" w:rsidRDefault="00787C45" w:rsidP="00787C45">
      <w:pPr>
        <w:spacing w:before="100" w:beforeAutospacing="1" w:after="100" w:afterAutospacing="1" w:line="240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Firma leggibile .......................................................................</w:t>
      </w:r>
    </w:p>
    <w:p w14:paraId="6830F92B" w14:textId="77777777" w:rsidR="00787C45" w:rsidRPr="00F27843" w:rsidRDefault="00787C45" w:rsidP="00787C45">
      <w:pPr>
        <w:spacing w:before="100" w:beforeAutospacing="1" w:after="100" w:afterAutospacing="1" w:line="240" w:lineRule="auto"/>
        <w:jc w:val="both"/>
        <w:rPr>
          <w:rFonts w:ascii="Calibri" w:hAnsi="Calibri" w:cs="Calibri"/>
          <w:szCs w:val="24"/>
        </w:rPr>
      </w:pPr>
    </w:p>
    <w:p w14:paraId="39D3D3CB" w14:textId="77777777" w:rsidR="00787C45" w:rsidRPr="00F27843" w:rsidRDefault="00787C45" w:rsidP="0085022F">
      <w:pPr>
        <w:spacing w:after="360" w:line="240" w:lineRule="auto"/>
        <w:ind w:left="142" w:hanging="142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 xml:space="preserve">- presta il </w:t>
      </w:r>
      <w:r w:rsidR="00BB6B60">
        <w:rPr>
          <w:rFonts w:ascii="Calibri" w:hAnsi="Calibri" w:cs="Calibri"/>
          <w:szCs w:val="24"/>
        </w:rPr>
        <w:t>proprio</w:t>
      </w:r>
      <w:r w:rsidRPr="00F27843">
        <w:rPr>
          <w:rFonts w:ascii="Calibri" w:hAnsi="Calibri" w:cs="Calibri"/>
          <w:szCs w:val="24"/>
        </w:rPr>
        <w:t xml:space="preserve"> consenso per la comunicazione dei dati ai soggetti indicati nell'informativa.</w:t>
      </w:r>
      <w:r w:rsidRPr="00F27843">
        <w:rPr>
          <w:rFonts w:ascii="Calibri" w:hAnsi="Calibri" w:cs="Calibri"/>
          <w:szCs w:val="24"/>
        </w:rPr>
        <w:br/>
        <w:t>(nel caso in cui sia prevista anche la comunicazione d</w:t>
      </w:r>
      <w:r w:rsidR="00BB6B60">
        <w:rPr>
          <w:rFonts w:ascii="Calibri" w:hAnsi="Calibri" w:cs="Calibri"/>
          <w:szCs w:val="24"/>
        </w:rPr>
        <w:t>e</w:t>
      </w:r>
      <w:r w:rsidRPr="00F27843">
        <w:rPr>
          <w:rFonts w:ascii="Calibri" w:hAnsi="Calibri" w:cs="Calibri"/>
          <w:szCs w:val="24"/>
        </w:rPr>
        <w:t xml:space="preserve">i dati </w:t>
      </w:r>
      <w:r w:rsidR="00BB6B60">
        <w:rPr>
          <w:rFonts w:ascii="Calibri" w:hAnsi="Calibri" w:cs="Calibri"/>
          <w:szCs w:val="24"/>
        </w:rPr>
        <w:t>a soggetti terzi</w:t>
      </w:r>
      <w:r w:rsidRPr="00F27843">
        <w:rPr>
          <w:rFonts w:ascii="Calibri" w:hAnsi="Calibri" w:cs="Calibri"/>
          <w:szCs w:val="24"/>
        </w:rPr>
        <w:t>)</w:t>
      </w:r>
    </w:p>
    <w:p w14:paraId="0E70DF2D" w14:textId="77777777" w:rsidR="00787C45" w:rsidRPr="00F27843" w:rsidRDefault="00787C45" w:rsidP="00787C45">
      <w:pPr>
        <w:spacing w:before="100" w:beforeAutospacing="1" w:after="100" w:afterAutospacing="1" w:line="240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Firma leggibile .......................................................................</w:t>
      </w:r>
    </w:p>
    <w:p w14:paraId="1B2E7F51" w14:textId="77777777" w:rsidR="00787C45" w:rsidRPr="00F27843" w:rsidRDefault="00787C45" w:rsidP="00787C45">
      <w:pPr>
        <w:spacing w:before="100" w:beforeAutospacing="1" w:after="100" w:afterAutospacing="1" w:line="240" w:lineRule="auto"/>
        <w:jc w:val="both"/>
        <w:rPr>
          <w:rFonts w:ascii="Calibri" w:hAnsi="Calibri" w:cs="Calibri"/>
          <w:szCs w:val="24"/>
        </w:rPr>
      </w:pPr>
    </w:p>
    <w:p w14:paraId="61D70238" w14:textId="77777777" w:rsidR="00787C45" w:rsidRPr="00F27843" w:rsidRDefault="00787C45" w:rsidP="0085022F">
      <w:pPr>
        <w:spacing w:after="360" w:line="240" w:lineRule="auto"/>
        <w:ind w:left="142" w:hanging="142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 xml:space="preserve">- presta il </w:t>
      </w:r>
      <w:r w:rsidR="00BB6B60">
        <w:rPr>
          <w:rFonts w:ascii="Calibri" w:hAnsi="Calibri" w:cs="Calibri"/>
          <w:szCs w:val="24"/>
        </w:rPr>
        <w:t>proprio</w:t>
      </w:r>
      <w:r w:rsidRPr="00F27843">
        <w:rPr>
          <w:rFonts w:ascii="Calibri" w:hAnsi="Calibri" w:cs="Calibri"/>
          <w:szCs w:val="24"/>
        </w:rPr>
        <w:t xml:space="preserve"> consenso per la diffusione dei dati nell'ambito indicato nell'informativa.</w:t>
      </w:r>
      <w:r w:rsidR="00BB6B60">
        <w:rPr>
          <w:rFonts w:ascii="Calibri" w:hAnsi="Calibri" w:cs="Calibri"/>
          <w:szCs w:val="24"/>
        </w:rPr>
        <w:t xml:space="preserve"> </w:t>
      </w:r>
      <w:r w:rsidRPr="00F27843">
        <w:rPr>
          <w:rFonts w:ascii="Calibri" w:hAnsi="Calibri" w:cs="Calibri"/>
          <w:szCs w:val="24"/>
        </w:rPr>
        <w:t xml:space="preserve">(nel caso in cui sia prevista anche la diffusione di dati </w:t>
      </w:r>
      <w:r w:rsidR="00BB6B60">
        <w:rPr>
          <w:rFonts w:ascii="Calibri" w:hAnsi="Calibri" w:cs="Calibri"/>
          <w:szCs w:val="24"/>
        </w:rPr>
        <w:t>suscettibili di</w:t>
      </w:r>
      <w:r w:rsidRPr="00F27843">
        <w:rPr>
          <w:rFonts w:ascii="Calibri" w:hAnsi="Calibri" w:cs="Calibri"/>
          <w:szCs w:val="24"/>
        </w:rPr>
        <w:t xml:space="preserve"> essere diffusi).</w:t>
      </w:r>
    </w:p>
    <w:p w14:paraId="107CF63D" w14:textId="77777777" w:rsidR="00787C45" w:rsidRPr="00F27843" w:rsidRDefault="00787C45" w:rsidP="00787C45">
      <w:pPr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Firma leggibile .......................................................................</w:t>
      </w:r>
    </w:p>
    <w:p w14:paraId="24FF381C" w14:textId="77777777" w:rsidR="00787C45" w:rsidRPr="00F27843" w:rsidRDefault="00787C45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6E185B9E" w14:textId="77777777" w:rsidR="00787C45" w:rsidRPr="00F27843" w:rsidRDefault="00787C45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377FA73F" w14:textId="77777777" w:rsidR="00787C45" w:rsidRDefault="00787C45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373FF6A0" w14:textId="77777777" w:rsidR="003750BB" w:rsidRDefault="003750BB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111A7247" w14:textId="77777777" w:rsidR="001C45E4" w:rsidRDefault="001C45E4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6EC1DF32" w14:textId="77777777" w:rsidR="001C45E4" w:rsidRDefault="001C45E4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74F94672" w14:textId="77777777" w:rsidR="001C45E4" w:rsidRDefault="001C45E4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0379DA0C" w14:textId="77777777" w:rsidR="001C45E4" w:rsidRDefault="001C45E4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6D87494C" w14:textId="77777777" w:rsidR="001C45E4" w:rsidRDefault="001C45E4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694FFFE0" w14:textId="77777777" w:rsidR="001C45E4" w:rsidRDefault="001C45E4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62B1B9F0" w14:textId="77777777" w:rsidR="001C45E4" w:rsidRDefault="001C45E4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51E57199" w14:textId="77777777" w:rsidR="008C3B11" w:rsidRDefault="008C3B11" w:rsidP="00787C45">
      <w:pPr>
        <w:widowControl w:val="0"/>
        <w:suppressAutoHyphens/>
        <w:spacing w:line="276" w:lineRule="auto"/>
        <w:jc w:val="center"/>
        <w:rPr>
          <w:rFonts w:asciiTheme="minorHAnsi" w:eastAsia="Lucida Sans Unicode" w:hAnsiTheme="minorHAnsi" w:cstheme="minorHAnsi"/>
          <w:b/>
          <w:bCs/>
          <w:color w:val="000000"/>
          <w:szCs w:val="24"/>
          <w:lang w:bidi="en-US"/>
        </w:rPr>
      </w:pPr>
    </w:p>
    <w:p w14:paraId="463EF028" w14:textId="77777777" w:rsidR="008C3B11" w:rsidRDefault="008C3B11" w:rsidP="00787C45">
      <w:pPr>
        <w:widowControl w:val="0"/>
        <w:suppressAutoHyphens/>
        <w:spacing w:line="276" w:lineRule="auto"/>
        <w:jc w:val="center"/>
        <w:rPr>
          <w:rFonts w:asciiTheme="minorHAnsi" w:eastAsia="Lucida Sans Unicode" w:hAnsiTheme="minorHAnsi" w:cstheme="minorHAnsi"/>
          <w:b/>
          <w:bCs/>
          <w:color w:val="000000"/>
          <w:szCs w:val="24"/>
          <w:lang w:bidi="en-US"/>
        </w:rPr>
      </w:pPr>
    </w:p>
    <w:p w14:paraId="6D898011" w14:textId="77777777" w:rsidR="008C3B11" w:rsidRDefault="008C3B11" w:rsidP="00787C45">
      <w:pPr>
        <w:widowControl w:val="0"/>
        <w:suppressAutoHyphens/>
        <w:spacing w:line="276" w:lineRule="auto"/>
        <w:jc w:val="center"/>
        <w:rPr>
          <w:rFonts w:asciiTheme="minorHAnsi" w:eastAsia="Lucida Sans Unicode" w:hAnsiTheme="minorHAnsi" w:cstheme="minorHAnsi"/>
          <w:b/>
          <w:bCs/>
          <w:color w:val="000000"/>
          <w:szCs w:val="24"/>
          <w:lang w:bidi="en-US"/>
        </w:rPr>
      </w:pPr>
    </w:p>
    <w:p w14:paraId="2BE530B1" w14:textId="7790152E" w:rsidR="00787C45" w:rsidRPr="00791325" w:rsidRDefault="00787C45" w:rsidP="00787C45">
      <w:pPr>
        <w:widowControl w:val="0"/>
        <w:suppressAutoHyphens/>
        <w:spacing w:line="276" w:lineRule="auto"/>
        <w:jc w:val="center"/>
        <w:rPr>
          <w:rFonts w:asciiTheme="minorHAnsi" w:eastAsia="Lucida Sans Unicode" w:hAnsiTheme="minorHAnsi" w:cstheme="minorHAnsi"/>
          <w:b/>
          <w:bCs/>
          <w:color w:val="000000"/>
          <w:szCs w:val="24"/>
          <w:lang w:bidi="en-US"/>
        </w:rPr>
      </w:pPr>
      <w:r w:rsidRPr="00791325">
        <w:rPr>
          <w:rFonts w:asciiTheme="minorHAnsi" w:eastAsia="Lucida Sans Unicode" w:hAnsiTheme="minorHAnsi" w:cstheme="minorHAnsi"/>
          <w:b/>
          <w:bCs/>
          <w:color w:val="000000"/>
          <w:szCs w:val="24"/>
          <w:lang w:bidi="en-US"/>
        </w:rPr>
        <w:lastRenderedPageBreak/>
        <w:t>Su Carta Intestata</w:t>
      </w:r>
    </w:p>
    <w:p w14:paraId="1289C49B" w14:textId="77777777" w:rsidR="00787C45" w:rsidRPr="00F27843" w:rsidRDefault="00787C45" w:rsidP="00787C45">
      <w:pPr>
        <w:widowControl w:val="0"/>
        <w:suppressAutoHyphens/>
        <w:spacing w:line="276" w:lineRule="auto"/>
        <w:jc w:val="center"/>
        <w:rPr>
          <w:rFonts w:eastAsia="Lucida Sans Unicode" w:cs="Tahoma"/>
          <w:b/>
          <w:bCs/>
          <w:color w:val="000000"/>
          <w:szCs w:val="24"/>
          <w:lang w:bidi="en-US"/>
        </w:rPr>
      </w:pPr>
    </w:p>
    <w:p w14:paraId="4A481AAA" w14:textId="77777777" w:rsidR="00787C45" w:rsidRPr="00F27843" w:rsidRDefault="00787C45" w:rsidP="00787C45">
      <w:pPr>
        <w:spacing w:after="240" w:line="240" w:lineRule="auto"/>
        <w:jc w:val="center"/>
        <w:rPr>
          <w:rFonts w:ascii="Calibri" w:hAnsi="Calibri" w:cs="Arial"/>
          <w:b/>
          <w:smallCaps/>
          <w:color w:val="000000"/>
          <w:sz w:val="36"/>
          <w:szCs w:val="36"/>
          <w:lang w:eastAsia="ar-SA"/>
        </w:rPr>
      </w:pPr>
      <w:r w:rsidRPr="00F27843">
        <w:rPr>
          <w:rFonts w:ascii="Calibri" w:hAnsi="Calibri" w:cs="Arial"/>
          <w:b/>
          <w:smallCaps/>
          <w:color w:val="000000"/>
          <w:sz w:val="36"/>
          <w:szCs w:val="36"/>
          <w:lang w:eastAsia="ar-SA"/>
        </w:rPr>
        <w:t>FACSIMILE</w:t>
      </w:r>
    </w:p>
    <w:p w14:paraId="70740483" w14:textId="77777777" w:rsidR="008C3B11" w:rsidRDefault="00787C45" w:rsidP="008C3B1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C3B11">
        <w:rPr>
          <w:rFonts w:asciiTheme="minorHAnsi" w:hAnsiTheme="minorHAnsi" w:cstheme="minorHAnsi"/>
          <w:b/>
          <w:bCs/>
          <w:sz w:val="28"/>
          <w:szCs w:val="28"/>
        </w:rPr>
        <w:t xml:space="preserve">AUTORIZZAZIONE AL TRATTAMENTO DEI DATI </w:t>
      </w:r>
      <w:r w:rsidR="00BB6B60" w:rsidRPr="008C3B11">
        <w:rPr>
          <w:rFonts w:asciiTheme="minorHAnsi" w:hAnsiTheme="minorHAnsi" w:cstheme="minorHAnsi"/>
          <w:b/>
          <w:bCs/>
          <w:sz w:val="28"/>
          <w:szCs w:val="28"/>
        </w:rPr>
        <w:t>PERSONALI</w:t>
      </w:r>
      <w:r w:rsidRPr="008C3B11">
        <w:rPr>
          <w:rFonts w:asciiTheme="minorHAnsi" w:hAnsiTheme="minorHAnsi" w:cstheme="minorHAnsi"/>
          <w:b/>
          <w:bCs/>
          <w:sz w:val="28"/>
          <w:szCs w:val="28"/>
        </w:rPr>
        <w:t xml:space="preserve"> DEL MINORE</w:t>
      </w:r>
      <w:r w:rsidR="00496BDA" w:rsidRPr="008C3B11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Pr="008C3B1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1F3E2D14" w14:textId="21024DEB" w:rsidR="00787C45" w:rsidRPr="008C3B11" w:rsidRDefault="00496BDA" w:rsidP="008C3B11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C3B11">
        <w:rPr>
          <w:rFonts w:asciiTheme="minorHAnsi" w:hAnsiTheme="minorHAnsi" w:cstheme="minorHAnsi"/>
          <w:b/>
          <w:bCs/>
          <w:sz w:val="28"/>
          <w:szCs w:val="28"/>
        </w:rPr>
        <w:t xml:space="preserve">DA PARTE DELL’ESERCENTE LA POTESTÀ, </w:t>
      </w:r>
      <w:r w:rsidR="00787C45" w:rsidRPr="008C3B11">
        <w:rPr>
          <w:rFonts w:asciiTheme="minorHAnsi" w:hAnsiTheme="minorHAnsi" w:cstheme="minorHAnsi"/>
          <w:b/>
          <w:bCs/>
          <w:sz w:val="28"/>
          <w:szCs w:val="28"/>
        </w:rPr>
        <w:t xml:space="preserve">PER STUDI </w:t>
      </w:r>
      <w:r w:rsidR="00D669F1" w:rsidRPr="008C3B11">
        <w:rPr>
          <w:rFonts w:asciiTheme="minorHAnsi" w:hAnsiTheme="minorHAnsi" w:cstheme="minorHAnsi"/>
          <w:b/>
          <w:bCs/>
          <w:sz w:val="28"/>
          <w:szCs w:val="28"/>
        </w:rPr>
        <w:t>NON INTERVENTISTICI</w:t>
      </w:r>
    </w:p>
    <w:p w14:paraId="2F542944" w14:textId="77777777" w:rsidR="00787C45" w:rsidRPr="00F27843" w:rsidRDefault="00787C45" w:rsidP="00787C45">
      <w:pPr>
        <w:tabs>
          <w:tab w:val="left" w:pos="8730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Cs w:val="24"/>
        </w:rPr>
      </w:pPr>
    </w:p>
    <w:p w14:paraId="4ABFD6BE" w14:textId="77777777" w:rsidR="00787C45" w:rsidRPr="00F27843" w:rsidRDefault="00787C45" w:rsidP="00787C45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 xml:space="preserve">Luogo e Data ______________________ </w:t>
      </w:r>
    </w:p>
    <w:p w14:paraId="3C9E03FA" w14:textId="4E129708" w:rsidR="00787C45" w:rsidRPr="00F27843" w:rsidRDefault="00787C45" w:rsidP="00787C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TimesNewRomanPS-BoldMT"/>
          <w:bCs/>
          <w:szCs w:val="24"/>
        </w:rPr>
      </w:pPr>
      <w:r w:rsidRPr="00F27843">
        <w:rPr>
          <w:rFonts w:ascii="Calibri" w:hAnsi="Calibri" w:cs="TimesNewRomanPS-BoldMT"/>
          <w:bCs/>
          <w:szCs w:val="24"/>
        </w:rPr>
        <w:t>Il/</w:t>
      </w:r>
      <w:r w:rsidR="0085022F">
        <w:rPr>
          <w:rFonts w:ascii="Calibri" w:hAnsi="Calibri" w:cs="TimesNewRomanPS-BoldMT"/>
          <w:bCs/>
          <w:szCs w:val="24"/>
        </w:rPr>
        <w:t>La/i</w:t>
      </w:r>
      <w:r w:rsidRPr="00F27843">
        <w:rPr>
          <w:rFonts w:ascii="Calibri" w:hAnsi="Calibri" w:cs="TimesNewRomanPS-BoldMT"/>
          <w:bCs/>
          <w:szCs w:val="24"/>
        </w:rPr>
        <w:t xml:space="preserve"> sottoscritto/</w:t>
      </w:r>
      <w:r w:rsidR="0085022F">
        <w:rPr>
          <w:rFonts w:ascii="Calibri" w:hAnsi="Calibri" w:cs="TimesNewRomanPS-BoldMT"/>
          <w:bCs/>
          <w:szCs w:val="24"/>
        </w:rPr>
        <w:t>a/</w:t>
      </w:r>
      <w:r w:rsidRPr="00F27843">
        <w:rPr>
          <w:rFonts w:ascii="Calibri" w:hAnsi="Calibri" w:cs="TimesNewRomanPS-BoldMT"/>
          <w:bCs/>
          <w:szCs w:val="24"/>
        </w:rPr>
        <w:t xml:space="preserve">i </w:t>
      </w:r>
    </w:p>
    <w:p w14:paraId="150B5634" w14:textId="77777777" w:rsidR="00787C45" w:rsidRPr="00F27843" w:rsidRDefault="00787C45" w:rsidP="00787C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TimesNewRomanPS-BoldMT"/>
          <w:bCs/>
          <w:szCs w:val="24"/>
        </w:rPr>
        <w:t>(</w:t>
      </w:r>
      <w:r w:rsidRPr="00F27843">
        <w:rPr>
          <w:rFonts w:ascii="Calibri" w:hAnsi="Calibri" w:cs="Calibri"/>
          <w:szCs w:val="24"/>
        </w:rPr>
        <w:t>Nome e Cognome del padre/tutore in stampatello)</w:t>
      </w:r>
    </w:p>
    <w:p w14:paraId="6EF6CE32" w14:textId="77777777" w:rsidR="00787C45" w:rsidRPr="00F27843" w:rsidRDefault="00787C45" w:rsidP="00787C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TimesNewRomanPS-BoldMT"/>
          <w:bCs/>
          <w:szCs w:val="24"/>
        </w:rPr>
      </w:pPr>
      <w:r w:rsidRPr="00F27843">
        <w:rPr>
          <w:rFonts w:ascii="Calibri" w:hAnsi="Calibri" w:cs="Calibri"/>
          <w:szCs w:val="24"/>
        </w:rPr>
        <w:t xml:space="preserve"> </w:t>
      </w:r>
      <w:r w:rsidRPr="00F27843">
        <w:rPr>
          <w:rFonts w:ascii="Calibri" w:hAnsi="Calibri" w:cs="TimesNewRomanPS-BoldMT"/>
          <w:bCs/>
          <w:szCs w:val="24"/>
        </w:rPr>
        <w:t>___________________________________________________________</w:t>
      </w:r>
    </w:p>
    <w:p w14:paraId="0D51550B" w14:textId="77777777" w:rsidR="00787C45" w:rsidRPr="00F27843" w:rsidRDefault="00787C45" w:rsidP="00787C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TimesNewRomanPS-BoldMT"/>
          <w:bCs/>
          <w:szCs w:val="24"/>
        </w:rPr>
        <w:t>(</w:t>
      </w:r>
      <w:r w:rsidRPr="00F27843">
        <w:rPr>
          <w:rFonts w:ascii="Calibri" w:hAnsi="Calibri" w:cs="Calibri"/>
          <w:szCs w:val="24"/>
        </w:rPr>
        <w:t>Nome e Cognome della madre/tutrice in stampatello)</w:t>
      </w:r>
    </w:p>
    <w:p w14:paraId="04384AA9" w14:textId="77777777" w:rsidR="00787C45" w:rsidRPr="00F27843" w:rsidRDefault="00787C45" w:rsidP="00787C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TimesNewRomanPS-BoldMT"/>
          <w:bCs/>
          <w:szCs w:val="24"/>
        </w:rPr>
      </w:pPr>
      <w:r w:rsidRPr="00F27843">
        <w:rPr>
          <w:rFonts w:ascii="Calibri" w:hAnsi="Calibri" w:cs="Calibri"/>
          <w:szCs w:val="24"/>
        </w:rPr>
        <w:t xml:space="preserve"> </w:t>
      </w:r>
      <w:r w:rsidRPr="00F27843">
        <w:rPr>
          <w:rFonts w:ascii="Calibri" w:hAnsi="Calibri" w:cs="TimesNewRomanPS-BoldMT"/>
          <w:bCs/>
          <w:szCs w:val="24"/>
        </w:rPr>
        <w:t>___________________________________________________________</w:t>
      </w:r>
    </w:p>
    <w:p w14:paraId="7E94E9B1" w14:textId="77777777" w:rsidR="00787C45" w:rsidRPr="00F27843" w:rsidRDefault="00787C45" w:rsidP="00787C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TimesNewRomanPS-BoldMT"/>
          <w:bCs/>
          <w:szCs w:val="24"/>
        </w:rPr>
      </w:pPr>
      <w:r w:rsidRPr="00F27843">
        <w:rPr>
          <w:rFonts w:ascii="Calibri" w:hAnsi="Calibri" w:cs="TimesNewRomanPS-BoldMT"/>
          <w:bCs/>
          <w:szCs w:val="24"/>
        </w:rPr>
        <w:t>In qualità di esercente/i la potestà genitoriale /tutoria sul minore</w:t>
      </w:r>
    </w:p>
    <w:p w14:paraId="31D62343" w14:textId="77777777" w:rsidR="00787C45" w:rsidRPr="00F27843" w:rsidRDefault="00787C45" w:rsidP="00787C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TimesNewRomanPS-BoldMT"/>
          <w:bCs/>
          <w:szCs w:val="24"/>
        </w:rPr>
        <w:t>(</w:t>
      </w:r>
      <w:r w:rsidRPr="00F27843">
        <w:rPr>
          <w:rFonts w:ascii="Calibri" w:hAnsi="Calibri" w:cs="Calibri"/>
          <w:szCs w:val="24"/>
        </w:rPr>
        <w:t>Nome e Cognome del minore in stampatello)</w:t>
      </w:r>
    </w:p>
    <w:p w14:paraId="7F1393D5" w14:textId="77777777" w:rsidR="00787C45" w:rsidRPr="00F27843" w:rsidRDefault="00787C45" w:rsidP="0085022F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Calibri" w:hAnsi="Calibri" w:cs="TimesNewRomanPS-BoldMT"/>
          <w:bCs/>
          <w:szCs w:val="24"/>
        </w:rPr>
      </w:pPr>
      <w:r w:rsidRPr="00F27843">
        <w:rPr>
          <w:rFonts w:ascii="Calibri" w:hAnsi="Calibri" w:cs="Calibri"/>
          <w:szCs w:val="24"/>
        </w:rPr>
        <w:t xml:space="preserve"> </w:t>
      </w:r>
      <w:r w:rsidRPr="00F27843">
        <w:rPr>
          <w:rFonts w:ascii="Calibri" w:hAnsi="Calibri" w:cs="TimesNewRomanPS-BoldMT"/>
          <w:bCs/>
          <w:szCs w:val="24"/>
        </w:rPr>
        <w:t>___________________________________________________________</w:t>
      </w:r>
    </w:p>
    <w:p w14:paraId="2D1B520F" w14:textId="77777777" w:rsidR="00496BDA" w:rsidRPr="00F27843" w:rsidRDefault="00496BDA" w:rsidP="00496BDA">
      <w:pPr>
        <w:spacing w:before="100" w:beforeAutospacing="1" w:after="100" w:afterAutospacing="1" w:line="240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acquisite le informazioni fornite</w:t>
      </w:r>
      <w:r>
        <w:rPr>
          <w:rFonts w:ascii="Calibri" w:hAnsi="Calibri" w:cs="Calibri"/>
          <w:szCs w:val="24"/>
        </w:rPr>
        <w:t>mi</w:t>
      </w:r>
      <w:r w:rsidRPr="00F27843">
        <w:rPr>
          <w:rFonts w:ascii="Calibri" w:hAnsi="Calibri" w:cs="Calibri"/>
          <w:szCs w:val="24"/>
        </w:rPr>
        <w:t xml:space="preserve"> ai sensi del</w:t>
      </w:r>
      <w:r>
        <w:rPr>
          <w:rFonts w:ascii="Calibri" w:hAnsi="Calibri" w:cs="Calibri"/>
          <w:szCs w:val="24"/>
        </w:rPr>
        <w:t xml:space="preserve">la vigente normativa sulla protezione dei dati e riportate nella allegata “Informativa” </w:t>
      </w:r>
    </w:p>
    <w:p w14:paraId="0C27D0B6" w14:textId="77777777" w:rsidR="00787C45" w:rsidRPr="00F27843" w:rsidRDefault="00787C45" w:rsidP="0085022F">
      <w:pPr>
        <w:spacing w:before="100" w:beforeAutospacing="1" w:after="100" w:afterAutospacing="1" w:line="240" w:lineRule="auto"/>
        <w:ind w:left="142" w:hanging="142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 xml:space="preserve">- presta/prestano il consenso per </w:t>
      </w:r>
      <w:r w:rsidR="00496BDA">
        <w:rPr>
          <w:rFonts w:ascii="Calibri" w:hAnsi="Calibri" w:cs="Calibri"/>
          <w:szCs w:val="24"/>
        </w:rPr>
        <w:t xml:space="preserve">la raccolta ed </w:t>
      </w:r>
      <w:r w:rsidRPr="00F27843">
        <w:rPr>
          <w:rFonts w:ascii="Calibri" w:hAnsi="Calibri" w:cs="Calibri"/>
          <w:szCs w:val="24"/>
        </w:rPr>
        <w:t>il trattamento dei dati del minore sunnominato, necessari allo svolgimento delle operazioni indicate nell'informativa.</w:t>
      </w:r>
    </w:p>
    <w:p w14:paraId="6E7E7FA0" w14:textId="77777777" w:rsidR="00787C45" w:rsidRPr="00F27843" w:rsidRDefault="00787C45" w:rsidP="0085022F">
      <w:pPr>
        <w:spacing w:before="240" w:after="240" w:line="240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Firma/e leggibile/i     ....................................................      ....................................................</w:t>
      </w:r>
    </w:p>
    <w:p w14:paraId="05F30F18" w14:textId="77777777" w:rsidR="00787C45" w:rsidRPr="00F27843" w:rsidRDefault="00787C45" w:rsidP="0085022F">
      <w:pPr>
        <w:spacing w:before="100" w:beforeAutospacing="1" w:after="100" w:afterAutospacing="1" w:line="240" w:lineRule="auto"/>
        <w:ind w:left="142" w:hanging="142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- presta/prestano il consenso per la comunicazione dei dati ai soggetti indicati nell'informativa. (nel caso in cui sia prevista anche la comunicazione dei dati sensibili dell'interessato)</w:t>
      </w:r>
    </w:p>
    <w:p w14:paraId="5896C9D5" w14:textId="77777777" w:rsidR="00787C45" w:rsidRPr="00F27843" w:rsidRDefault="00787C45" w:rsidP="0085022F">
      <w:pPr>
        <w:spacing w:before="240" w:after="240" w:line="240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Firma/e leggibile/i     ....................................................      ....................................................</w:t>
      </w:r>
    </w:p>
    <w:p w14:paraId="2BC9E079" w14:textId="77777777" w:rsidR="00787C45" w:rsidRPr="00F27843" w:rsidRDefault="00787C45" w:rsidP="0085022F">
      <w:pPr>
        <w:spacing w:before="100" w:beforeAutospacing="1" w:after="100" w:afterAutospacing="1" w:line="240" w:lineRule="auto"/>
        <w:ind w:left="142" w:hanging="142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- presta/prestano il consenso per la diffusione dei dati nell'ambito indicato nell'informativa.</w:t>
      </w:r>
      <w:r w:rsidRPr="00F27843">
        <w:rPr>
          <w:rFonts w:ascii="Calibri" w:hAnsi="Calibri" w:cs="Calibri"/>
          <w:szCs w:val="24"/>
        </w:rPr>
        <w:br/>
        <w:t xml:space="preserve">(nel caso in cui sia prevista anche la diffusione di dati </w:t>
      </w:r>
      <w:r w:rsidR="00496BDA">
        <w:rPr>
          <w:rFonts w:ascii="Calibri" w:hAnsi="Calibri" w:cs="Calibri"/>
          <w:szCs w:val="24"/>
        </w:rPr>
        <w:t>suscettibili di</w:t>
      </w:r>
      <w:r w:rsidRPr="00F27843">
        <w:rPr>
          <w:rFonts w:ascii="Calibri" w:hAnsi="Calibri" w:cs="Calibri"/>
          <w:szCs w:val="24"/>
        </w:rPr>
        <w:t xml:space="preserve"> essere diffusi).</w:t>
      </w:r>
    </w:p>
    <w:p w14:paraId="7AB5519A" w14:textId="77777777" w:rsidR="00DF6359" w:rsidRDefault="00787C45" w:rsidP="0085022F">
      <w:pPr>
        <w:spacing w:before="240" w:after="100" w:afterAutospacing="1" w:line="240" w:lineRule="auto"/>
        <w:jc w:val="both"/>
        <w:rPr>
          <w:rFonts w:ascii="Calibri" w:hAnsi="Calibri" w:cs="Calibri"/>
          <w:szCs w:val="24"/>
        </w:rPr>
      </w:pPr>
      <w:r w:rsidRPr="00F27843">
        <w:rPr>
          <w:rFonts w:ascii="Calibri" w:hAnsi="Calibri" w:cs="Calibri"/>
          <w:szCs w:val="24"/>
        </w:rPr>
        <w:t>Firma/e leggibile/i     ....................................................      ....................................................</w:t>
      </w:r>
    </w:p>
    <w:sectPr w:rsidR="00DF6359" w:rsidSect="003750B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/>
      <w:pgMar w:top="-709" w:right="1134" w:bottom="851" w:left="1134" w:header="143" w:footer="21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E62BE" w14:textId="77777777" w:rsidR="00B17A3E" w:rsidRDefault="00B17A3E">
      <w:r>
        <w:separator/>
      </w:r>
    </w:p>
  </w:endnote>
  <w:endnote w:type="continuationSeparator" w:id="0">
    <w:p w14:paraId="5179E5E5" w14:textId="77777777" w:rsidR="00B17A3E" w:rsidRDefault="00B17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6E93" w14:textId="77777777" w:rsidR="00FA08A1" w:rsidRDefault="00FA08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E2CA9" w14:textId="77777777" w:rsidR="00170FE8" w:rsidRDefault="0070227D" w:rsidP="00CA13AF">
    <w:pPr>
      <w:tabs>
        <w:tab w:val="left" w:pos="851"/>
        <w:tab w:val="left" w:pos="5387"/>
      </w:tabs>
      <w:spacing w:line="240" w:lineRule="auto"/>
      <w:jc w:val="both"/>
      <w:rPr>
        <w:sz w:val="16"/>
        <w:szCs w:val="16"/>
      </w:rPr>
    </w:pPr>
    <w:r>
      <w:rPr>
        <w:sz w:val="16"/>
        <w:szCs w:val="16"/>
      </w:rPr>
      <w:t>__</w:t>
    </w:r>
    <w:r w:rsidR="00170FE8">
      <w:rPr>
        <w:sz w:val="16"/>
        <w:szCs w:val="16"/>
      </w:rPr>
      <w:t>___________________________________________________________________________________________________</w:t>
    </w:r>
    <w:r w:rsidR="00495A50">
      <w:rPr>
        <w:sz w:val="16"/>
        <w:szCs w:val="16"/>
      </w:rPr>
      <w:t>________</w:t>
    </w:r>
  </w:p>
  <w:p w14:paraId="71F43658" w14:textId="5C207FB0" w:rsidR="00170FE8" w:rsidRPr="00AA3341" w:rsidRDefault="00AA3341" w:rsidP="00AA3341">
    <w:pPr>
      <w:tabs>
        <w:tab w:val="left" w:pos="851"/>
        <w:tab w:val="left" w:pos="5387"/>
      </w:tabs>
      <w:spacing w:before="120" w:line="240" w:lineRule="auto"/>
      <w:jc w:val="center"/>
      <w:rPr>
        <w:sz w:val="20"/>
      </w:rPr>
    </w:pPr>
    <w:r w:rsidRPr="00AA3341">
      <w:rPr>
        <w:sz w:val="20"/>
      </w:rPr>
      <w:t xml:space="preserve">versione </w:t>
    </w:r>
    <w:r w:rsidR="00CA1F04">
      <w:rPr>
        <w:sz w:val="20"/>
      </w:rPr>
      <w:t>approvata</w:t>
    </w:r>
    <w:r w:rsidRPr="00AA3341">
      <w:rPr>
        <w:sz w:val="20"/>
      </w:rPr>
      <w:t xml:space="preserve"> dall’Internal Review Board nella seduta del </w:t>
    </w:r>
    <w:r w:rsidR="00583152">
      <w:rPr>
        <w:sz w:val="20"/>
      </w:rPr>
      <w:t>26.07.2022</w:t>
    </w:r>
  </w:p>
  <w:p w14:paraId="40D5BDD6" w14:textId="77777777" w:rsidR="00B06073" w:rsidRPr="00495A50" w:rsidRDefault="00B06073" w:rsidP="008F1C9C">
    <w:pPr>
      <w:tabs>
        <w:tab w:val="left" w:pos="851"/>
        <w:tab w:val="left" w:pos="5387"/>
      </w:tabs>
      <w:spacing w:line="240" w:lineRule="auto"/>
      <w:jc w:val="both"/>
      <w:rPr>
        <w:i/>
        <w:sz w:val="16"/>
        <w:szCs w:val="16"/>
      </w:rPr>
    </w:pPr>
  </w:p>
  <w:p w14:paraId="62E09BEC" w14:textId="77777777" w:rsidR="00170FE8" w:rsidRPr="00CA13AF" w:rsidRDefault="00170FE8" w:rsidP="00CA13AF">
    <w:pPr>
      <w:tabs>
        <w:tab w:val="left" w:pos="851"/>
        <w:tab w:val="left" w:pos="5387"/>
      </w:tabs>
      <w:spacing w:line="240" w:lineRule="auto"/>
      <w:jc w:val="both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7F272" w14:textId="77777777" w:rsidR="00FA08A1" w:rsidRDefault="00FA08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6AA4E" w14:textId="77777777" w:rsidR="00B17A3E" w:rsidRDefault="00B17A3E">
      <w:r>
        <w:separator/>
      </w:r>
    </w:p>
  </w:footnote>
  <w:footnote w:type="continuationSeparator" w:id="0">
    <w:p w14:paraId="2A364825" w14:textId="77777777" w:rsidR="00B17A3E" w:rsidRDefault="00B17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8733" w14:textId="77777777" w:rsidR="00FA08A1" w:rsidRDefault="00FA08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9893" w14:textId="77777777" w:rsidR="0005337B" w:rsidRPr="00C050E2" w:rsidRDefault="0005337B" w:rsidP="00C050E2">
    <w:pPr>
      <w:pStyle w:val="Intestazione"/>
    </w:pPr>
  </w:p>
  <w:p w14:paraId="7FBE3B7B" w14:textId="77777777" w:rsidR="003678EE" w:rsidRDefault="003678E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79584" w14:textId="77777777" w:rsidR="00FA08A1" w:rsidRDefault="00FA08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olo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olo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olo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olo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olo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olo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olo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olo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olo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6D78F8"/>
    <w:multiLevelType w:val="hybridMultilevel"/>
    <w:tmpl w:val="8168EBC8"/>
    <w:lvl w:ilvl="0" w:tplc="F10C10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5FC3"/>
    <w:multiLevelType w:val="hybridMultilevel"/>
    <w:tmpl w:val="2EC6D2C2"/>
    <w:lvl w:ilvl="0" w:tplc="29E23B80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1121EC5"/>
    <w:multiLevelType w:val="hybridMultilevel"/>
    <w:tmpl w:val="FFCA8656"/>
    <w:lvl w:ilvl="0" w:tplc="69882830">
      <w:start w:val="5"/>
      <w:numFmt w:val="decimal"/>
      <w:lvlText w:val="%1."/>
      <w:lvlJc w:val="left"/>
      <w:pPr>
        <w:tabs>
          <w:tab w:val="num" w:pos="120"/>
        </w:tabs>
        <w:ind w:left="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840"/>
        </w:tabs>
        <w:ind w:left="8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</w:lvl>
  </w:abstractNum>
  <w:abstractNum w:abstractNumId="4" w15:restartNumberingAfterBreak="0">
    <w:nsid w:val="12224BDE"/>
    <w:multiLevelType w:val="hybridMultilevel"/>
    <w:tmpl w:val="0DCE007C"/>
    <w:lvl w:ilvl="0" w:tplc="0410000F">
      <w:start w:val="3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37F30"/>
    <w:multiLevelType w:val="hybridMultilevel"/>
    <w:tmpl w:val="3D8ED0B6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E251D"/>
    <w:multiLevelType w:val="hybridMultilevel"/>
    <w:tmpl w:val="26E0C762"/>
    <w:lvl w:ilvl="0" w:tplc="E2DEEB5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035265"/>
    <w:multiLevelType w:val="hybridMultilevel"/>
    <w:tmpl w:val="71A40C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F1E65"/>
    <w:multiLevelType w:val="hybridMultilevel"/>
    <w:tmpl w:val="6742DD5E"/>
    <w:lvl w:ilvl="0" w:tplc="D31A34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846BD8"/>
    <w:multiLevelType w:val="hybridMultilevel"/>
    <w:tmpl w:val="92E04174"/>
    <w:lvl w:ilvl="0" w:tplc="675C944C">
      <w:start w:val="1"/>
      <w:numFmt w:val="decimal"/>
      <w:lvlText w:val="%1."/>
      <w:lvlJc w:val="left"/>
      <w:pPr>
        <w:ind w:left="360" w:hanging="360"/>
      </w:pPr>
      <w:rPr>
        <w:b/>
        <w:lang w:val="it-I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6128EA"/>
    <w:multiLevelType w:val="hybridMultilevel"/>
    <w:tmpl w:val="F61659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B692F"/>
    <w:multiLevelType w:val="hybridMultilevel"/>
    <w:tmpl w:val="10529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7106B"/>
    <w:multiLevelType w:val="hybridMultilevel"/>
    <w:tmpl w:val="C0EEED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903F4"/>
    <w:multiLevelType w:val="hybridMultilevel"/>
    <w:tmpl w:val="81EA6E7E"/>
    <w:lvl w:ilvl="0" w:tplc="D31A3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7F05D6"/>
    <w:multiLevelType w:val="hybridMultilevel"/>
    <w:tmpl w:val="4D263EE8"/>
    <w:lvl w:ilvl="0" w:tplc="8A9C12B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7D94C41"/>
    <w:multiLevelType w:val="hybridMultilevel"/>
    <w:tmpl w:val="FF38BBF2"/>
    <w:lvl w:ilvl="0" w:tplc="EB1C4A9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35545E6"/>
    <w:multiLevelType w:val="hybridMultilevel"/>
    <w:tmpl w:val="905C978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AD70CA"/>
    <w:multiLevelType w:val="hybridMultilevel"/>
    <w:tmpl w:val="A1E082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2709463">
    <w:abstractNumId w:val="0"/>
  </w:num>
  <w:num w:numId="2" w16cid:durableId="1056704873">
    <w:abstractNumId w:val="13"/>
  </w:num>
  <w:num w:numId="3" w16cid:durableId="801074049">
    <w:abstractNumId w:val="12"/>
  </w:num>
  <w:num w:numId="4" w16cid:durableId="2057121224">
    <w:abstractNumId w:val="10"/>
  </w:num>
  <w:num w:numId="5" w16cid:durableId="704185140">
    <w:abstractNumId w:val="8"/>
  </w:num>
  <w:num w:numId="6" w16cid:durableId="1002122281">
    <w:abstractNumId w:val="2"/>
  </w:num>
  <w:num w:numId="7" w16cid:durableId="112402192">
    <w:abstractNumId w:val="3"/>
  </w:num>
  <w:num w:numId="8" w16cid:durableId="1950502822">
    <w:abstractNumId w:val="7"/>
  </w:num>
  <w:num w:numId="9" w16cid:durableId="148655529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5705295">
    <w:abstractNumId w:val="14"/>
  </w:num>
  <w:num w:numId="11" w16cid:durableId="651567281">
    <w:abstractNumId w:val="15"/>
  </w:num>
  <w:num w:numId="12" w16cid:durableId="1186750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16026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0883823">
    <w:abstractNumId w:val="6"/>
  </w:num>
  <w:num w:numId="15" w16cid:durableId="3973655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76029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56127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2558082">
    <w:abstractNumId w:val="9"/>
  </w:num>
  <w:num w:numId="19" w16cid:durableId="5100711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80"/>
    <w:rsid w:val="00000BF4"/>
    <w:rsid w:val="00006130"/>
    <w:rsid w:val="00020AB8"/>
    <w:rsid w:val="0002738C"/>
    <w:rsid w:val="000365E6"/>
    <w:rsid w:val="00043EBC"/>
    <w:rsid w:val="00043EC7"/>
    <w:rsid w:val="000455AF"/>
    <w:rsid w:val="00052493"/>
    <w:rsid w:val="0005337B"/>
    <w:rsid w:val="00056C7F"/>
    <w:rsid w:val="000604B0"/>
    <w:rsid w:val="00074A73"/>
    <w:rsid w:val="0007670F"/>
    <w:rsid w:val="00080680"/>
    <w:rsid w:val="000915D7"/>
    <w:rsid w:val="00094347"/>
    <w:rsid w:val="000950FC"/>
    <w:rsid w:val="000A6768"/>
    <w:rsid w:val="000B5ABA"/>
    <w:rsid w:val="000C5AEB"/>
    <w:rsid w:val="000C65B6"/>
    <w:rsid w:val="000C6EE6"/>
    <w:rsid w:val="000C7692"/>
    <w:rsid w:val="000C7C27"/>
    <w:rsid w:val="000D363A"/>
    <w:rsid w:val="00101B11"/>
    <w:rsid w:val="00103566"/>
    <w:rsid w:val="00110F1F"/>
    <w:rsid w:val="001125B0"/>
    <w:rsid w:val="0011298C"/>
    <w:rsid w:val="00123359"/>
    <w:rsid w:val="001264EE"/>
    <w:rsid w:val="00143D66"/>
    <w:rsid w:val="00152562"/>
    <w:rsid w:val="001628EB"/>
    <w:rsid w:val="0016792E"/>
    <w:rsid w:val="00170ACC"/>
    <w:rsid w:val="00170FE8"/>
    <w:rsid w:val="00171010"/>
    <w:rsid w:val="001712F8"/>
    <w:rsid w:val="001716CA"/>
    <w:rsid w:val="0018171F"/>
    <w:rsid w:val="00184B88"/>
    <w:rsid w:val="0019337B"/>
    <w:rsid w:val="00193D45"/>
    <w:rsid w:val="00195954"/>
    <w:rsid w:val="00196F87"/>
    <w:rsid w:val="001A4F2F"/>
    <w:rsid w:val="001A7CB3"/>
    <w:rsid w:val="001B1349"/>
    <w:rsid w:val="001C3C3A"/>
    <w:rsid w:val="001C45E4"/>
    <w:rsid w:val="001C6302"/>
    <w:rsid w:val="001D306E"/>
    <w:rsid w:val="001F239B"/>
    <w:rsid w:val="0021294E"/>
    <w:rsid w:val="00223CEA"/>
    <w:rsid w:val="00227A05"/>
    <w:rsid w:val="00242107"/>
    <w:rsid w:val="00245C7C"/>
    <w:rsid w:val="002548D7"/>
    <w:rsid w:val="0026554E"/>
    <w:rsid w:val="00270F31"/>
    <w:rsid w:val="00273531"/>
    <w:rsid w:val="00291AB3"/>
    <w:rsid w:val="00292D7B"/>
    <w:rsid w:val="002A0349"/>
    <w:rsid w:val="002A20F3"/>
    <w:rsid w:val="002A5166"/>
    <w:rsid w:val="002B057F"/>
    <w:rsid w:val="002C13C3"/>
    <w:rsid w:val="002C3641"/>
    <w:rsid w:val="002C5B10"/>
    <w:rsid w:val="002C72E0"/>
    <w:rsid w:val="002C7A01"/>
    <w:rsid w:val="002D2E42"/>
    <w:rsid w:val="002D5035"/>
    <w:rsid w:val="002F2A7D"/>
    <w:rsid w:val="002F4018"/>
    <w:rsid w:val="002F6247"/>
    <w:rsid w:val="0030217D"/>
    <w:rsid w:val="00304901"/>
    <w:rsid w:val="00307D92"/>
    <w:rsid w:val="00311FFA"/>
    <w:rsid w:val="0032126B"/>
    <w:rsid w:val="003304F7"/>
    <w:rsid w:val="003335C8"/>
    <w:rsid w:val="00336557"/>
    <w:rsid w:val="003420D2"/>
    <w:rsid w:val="00344CB7"/>
    <w:rsid w:val="00347562"/>
    <w:rsid w:val="003549C7"/>
    <w:rsid w:val="003607D5"/>
    <w:rsid w:val="0036108A"/>
    <w:rsid w:val="00363249"/>
    <w:rsid w:val="003678EE"/>
    <w:rsid w:val="003750BB"/>
    <w:rsid w:val="0037695C"/>
    <w:rsid w:val="00377537"/>
    <w:rsid w:val="00387F6E"/>
    <w:rsid w:val="00396409"/>
    <w:rsid w:val="0039744D"/>
    <w:rsid w:val="003A17BE"/>
    <w:rsid w:val="003A6284"/>
    <w:rsid w:val="003A6545"/>
    <w:rsid w:val="003B1945"/>
    <w:rsid w:val="003B4520"/>
    <w:rsid w:val="003C7A8C"/>
    <w:rsid w:val="003D40C7"/>
    <w:rsid w:val="003D4C18"/>
    <w:rsid w:val="003D7BBF"/>
    <w:rsid w:val="003E6A30"/>
    <w:rsid w:val="004012ED"/>
    <w:rsid w:val="00404CF9"/>
    <w:rsid w:val="00406883"/>
    <w:rsid w:val="00413020"/>
    <w:rsid w:val="00414389"/>
    <w:rsid w:val="00414512"/>
    <w:rsid w:val="00414FC4"/>
    <w:rsid w:val="00415804"/>
    <w:rsid w:val="0041724F"/>
    <w:rsid w:val="004236E4"/>
    <w:rsid w:val="0043198B"/>
    <w:rsid w:val="0043516E"/>
    <w:rsid w:val="00437C76"/>
    <w:rsid w:val="00441D05"/>
    <w:rsid w:val="004543B3"/>
    <w:rsid w:val="00456883"/>
    <w:rsid w:val="00487D64"/>
    <w:rsid w:val="004910C0"/>
    <w:rsid w:val="004935FD"/>
    <w:rsid w:val="00495A50"/>
    <w:rsid w:val="00495B97"/>
    <w:rsid w:val="00496BDA"/>
    <w:rsid w:val="004A17BE"/>
    <w:rsid w:val="004B5435"/>
    <w:rsid w:val="004B5A44"/>
    <w:rsid w:val="004E1E3F"/>
    <w:rsid w:val="004E30E5"/>
    <w:rsid w:val="004F1FB4"/>
    <w:rsid w:val="004F42EF"/>
    <w:rsid w:val="005020B5"/>
    <w:rsid w:val="00513AB8"/>
    <w:rsid w:val="0051538B"/>
    <w:rsid w:val="00515770"/>
    <w:rsid w:val="00521D55"/>
    <w:rsid w:val="00534A35"/>
    <w:rsid w:val="00541F71"/>
    <w:rsid w:val="00547B7B"/>
    <w:rsid w:val="00550557"/>
    <w:rsid w:val="00552EC2"/>
    <w:rsid w:val="005610E7"/>
    <w:rsid w:val="00571C31"/>
    <w:rsid w:val="0057323A"/>
    <w:rsid w:val="00583152"/>
    <w:rsid w:val="005872C7"/>
    <w:rsid w:val="00596C52"/>
    <w:rsid w:val="00596ECB"/>
    <w:rsid w:val="005A0314"/>
    <w:rsid w:val="005D5949"/>
    <w:rsid w:val="005D7723"/>
    <w:rsid w:val="005E7C42"/>
    <w:rsid w:val="005F1D88"/>
    <w:rsid w:val="005F21B0"/>
    <w:rsid w:val="005F34D5"/>
    <w:rsid w:val="00600D8E"/>
    <w:rsid w:val="00614AAF"/>
    <w:rsid w:val="006204F8"/>
    <w:rsid w:val="00643355"/>
    <w:rsid w:val="00657299"/>
    <w:rsid w:val="00667718"/>
    <w:rsid w:val="0066791F"/>
    <w:rsid w:val="0067224E"/>
    <w:rsid w:val="006848DC"/>
    <w:rsid w:val="00684F3D"/>
    <w:rsid w:val="00690A58"/>
    <w:rsid w:val="006A22D3"/>
    <w:rsid w:val="006A3132"/>
    <w:rsid w:val="006B3CC0"/>
    <w:rsid w:val="006B6534"/>
    <w:rsid w:val="006B70C1"/>
    <w:rsid w:val="006C3BF7"/>
    <w:rsid w:val="006C54F9"/>
    <w:rsid w:val="006C6881"/>
    <w:rsid w:val="006E1282"/>
    <w:rsid w:val="006F1B7D"/>
    <w:rsid w:val="0070227D"/>
    <w:rsid w:val="007110F8"/>
    <w:rsid w:val="00713F3A"/>
    <w:rsid w:val="00715792"/>
    <w:rsid w:val="00722F18"/>
    <w:rsid w:val="00732782"/>
    <w:rsid w:val="00734AB8"/>
    <w:rsid w:val="00734B07"/>
    <w:rsid w:val="007364AB"/>
    <w:rsid w:val="00737493"/>
    <w:rsid w:val="00741FD2"/>
    <w:rsid w:val="00742C79"/>
    <w:rsid w:val="00746392"/>
    <w:rsid w:val="007501AC"/>
    <w:rsid w:val="00751EF8"/>
    <w:rsid w:val="00755B9D"/>
    <w:rsid w:val="00756C8A"/>
    <w:rsid w:val="00775622"/>
    <w:rsid w:val="00781677"/>
    <w:rsid w:val="00787C45"/>
    <w:rsid w:val="00790B28"/>
    <w:rsid w:val="00791325"/>
    <w:rsid w:val="00793148"/>
    <w:rsid w:val="007A15E6"/>
    <w:rsid w:val="007A1CF9"/>
    <w:rsid w:val="007A36A6"/>
    <w:rsid w:val="007B5EB5"/>
    <w:rsid w:val="007B6D99"/>
    <w:rsid w:val="007C7231"/>
    <w:rsid w:val="00802D73"/>
    <w:rsid w:val="008135B2"/>
    <w:rsid w:val="00813933"/>
    <w:rsid w:val="00813E6F"/>
    <w:rsid w:val="00820271"/>
    <w:rsid w:val="008240F6"/>
    <w:rsid w:val="00836374"/>
    <w:rsid w:val="0085022F"/>
    <w:rsid w:val="00857313"/>
    <w:rsid w:val="00860DD1"/>
    <w:rsid w:val="00865DE5"/>
    <w:rsid w:val="008668FA"/>
    <w:rsid w:val="00866F9D"/>
    <w:rsid w:val="00867BDD"/>
    <w:rsid w:val="00872CE9"/>
    <w:rsid w:val="008736AF"/>
    <w:rsid w:val="0087640E"/>
    <w:rsid w:val="0088303D"/>
    <w:rsid w:val="00887771"/>
    <w:rsid w:val="00892634"/>
    <w:rsid w:val="008968DE"/>
    <w:rsid w:val="008A071D"/>
    <w:rsid w:val="008A3EDD"/>
    <w:rsid w:val="008A47D9"/>
    <w:rsid w:val="008B2A56"/>
    <w:rsid w:val="008B3A33"/>
    <w:rsid w:val="008B4EE9"/>
    <w:rsid w:val="008C3B11"/>
    <w:rsid w:val="008D4104"/>
    <w:rsid w:val="008D6CD7"/>
    <w:rsid w:val="008D7E82"/>
    <w:rsid w:val="008E0AE0"/>
    <w:rsid w:val="008E301D"/>
    <w:rsid w:val="008E33E2"/>
    <w:rsid w:val="008E6C1D"/>
    <w:rsid w:val="008F1C9C"/>
    <w:rsid w:val="008F377D"/>
    <w:rsid w:val="009005E3"/>
    <w:rsid w:val="00904B21"/>
    <w:rsid w:val="00905A2F"/>
    <w:rsid w:val="00911546"/>
    <w:rsid w:val="00913D73"/>
    <w:rsid w:val="0091539F"/>
    <w:rsid w:val="00924857"/>
    <w:rsid w:val="00941D61"/>
    <w:rsid w:val="00944172"/>
    <w:rsid w:val="00945D83"/>
    <w:rsid w:val="00947236"/>
    <w:rsid w:val="009573F2"/>
    <w:rsid w:val="00960A3F"/>
    <w:rsid w:val="00965C3D"/>
    <w:rsid w:val="009765DC"/>
    <w:rsid w:val="00992443"/>
    <w:rsid w:val="00993C50"/>
    <w:rsid w:val="00994DB3"/>
    <w:rsid w:val="009C1A5F"/>
    <w:rsid w:val="009C4CD4"/>
    <w:rsid w:val="009C557D"/>
    <w:rsid w:val="009C6258"/>
    <w:rsid w:val="00A12831"/>
    <w:rsid w:val="00A1366B"/>
    <w:rsid w:val="00A14D72"/>
    <w:rsid w:val="00A20516"/>
    <w:rsid w:val="00A22254"/>
    <w:rsid w:val="00A2690C"/>
    <w:rsid w:val="00A33A81"/>
    <w:rsid w:val="00A3748C"/>
    <w:rsid w:val="00A4455A"/>
    <w:rsid w:val="00A53078"/>
    <w:rsid w:val="00A5629D"/>
    <w:rsid w:val="00A6034F"/>
    <w:rsid w:val="00A72701"/>
    <w:rsid w:val="00A95E5C"/>
    <w:rsid w:val="00A96F04"/>
    <w:rsid w:val="00AA07A3"/>
    <w:rsid w:val="00AA114A"/>
    <w:rsid w:val="00AA1FC2"/>
    <w:rsid w:val="00AA3341"/>
    <w:rsid w:val="00AA61EF"/>
    <w:rsid w:val="00AB0AD4"/>
    <w:rsid w:val="00AB58B3"/>
    <w:rsid w:val="00AB6A98"/>
    <w:rsid w:val="00AB73CE"/>
    <w:rsid w:val="00AC000C"/>
    <w:rsid w:val="00AC65FD"/>
    <w:rsid w:val="00AD5202"/>
    <w:rsid w:val="00AD7FC7"/>
    <w:rsid w:val="00AF57AE"/>
    <w:rsid w:val="00AF6141"/>
    <w:rsid w:val="00AF6737"/>
    <w:rsid w:val="00B06073"/>
    <w:rsid w:val="00B146DC"/>
    <w:rsid w:val="00B17A3E"/>
    <w:rsid w:val="00B219E6"/>
    <w:rsid w:val="00B22F8C"/>
    <w:rsid w:val="00B328D7"/>
    <w:rsid w:val="00B33117"/>
    <w:rsid w:val="00B42645"/>
    <w:rsid w:val="00B42781"/>
    <w:rsid w:val="00B445D9"/>
    <w:rsid w:val="00B8439F"/>
    <w:rsid w:val="00B85E3B"/>
    <w:rsid w:val="00B87DAC"/>
    <w:rsid w:val="00B930F3"/>
    <w:rsid w:val="00B949D8"/>
    <w:rsid w:val="00BB0BAD"/>
    <w:rsid w:val="00BB1682"/>
    <w:rsid w:val="00BB2E5A"/>
    <w:rsid w:val="00BB4623"/>
    <w:rsid w:val="00BB6B60"/>
    <w:rsid w:val="00BC228A"/>
    <w:rsid w:val="00BC5E23"/>
    <w:rsid w:val="00BE0A29"/>
    <w:rsid w:val="00BE30D8"/>
    <w:rsid w:val="00BF405F"/>
    <w:rsid w:val="00C04C23"/>
    <w:rsid w:val="00C050E2"/>
    <w:rsid w:val="00C051A4"/>
    <w:rsid w:val="00C06F01"/>
    <w:rsid w:val="00C10FC0"/>
    <w:rsid w:val="00C1112B"/>
    <w:rsid w:val="00C13AA7"/>
    <w:rsid w:val="00C159A4"/>
    <w:rsid w:val="00C221FA"/>
    <w:rsid w:val="00C251A8"/>
    <w:rsid w:val="00C2733B"/>
    <w:rsid w:val="00C46E41"/>
    <w:rsid w:val="00C47B63"/>
    <w:rsid w:val="00C50058"/>
    <w:rsid w:val="00C61218"/>
    <w:rsid w:val="00C74BCD"/>
    <w:rsid w:val="00C7613E"/>
    <w:rsid w:val="00C91B06"/>
    <w:rsid w:val="00CA13AF"/>
    <w:rsid w:val="00CA1F04"/>
    <w:rsid w:val="00CA411A"/>
    <w:rsid w:val="00CA41D9"/>
    <w:rsid w:val="00CC73CA"/>
    <w:rsid w:val="00CE4E4F"/>
    <w:rsid w:val="00CE7B2E"/>
    <w:rsid w:val="00D10001"/>
    <w:rsid w:val="00D118DA"/>
    <w:rsid w:val="00D169D4"/>
    <w:rsid w:val="00D24089"/>
    <w:rsid w:val="00D341D6"/>
    <w:rsid w:val="00D36B1E"/>
    <w:rsid w:val="00D4063A"/>
    <w:rsid w:val="00D40CB0"/>
    <w:rsid w:val="00D411BD"/>
    <w:rsid w:val="00D45DAE"/>
    <w:rsid w:val="00D60526"/>
    <w:rsid w:val="00D61C3E"/>
    <w:rsid w:val="00D669F1"/>
    <w:rsid w:val="00D66ED4"/>
    <w:rsid w:val="00D739C7"/>
    <w:rsid w:val="00D929B1"/>
    <w:rsid w:val="00D92B0C"/>
    <w:rsid w:val="00DA328B"/>
    <w:rsid w:val="00DA429B"/>
    <w:rsid w:val="00DA7AEB"/>
    <w:rsid w:val="00DC0434"/>
    <w:rsid w:val="00DC2755"/>
    <w:rsid w:val="00DE138E"/>
    <w:rsid w:val="00DE51FF"/>
    <w:rsid w:val="00DE5226"/>
    <w:rsid w:val="00DE5B88"/>
    <w:rsid w:val="00DE6861"/>
    <w:rsid w:val="00DE74C5"/>
    <w:rsid w:val="00DF6359"/>
    <w:rsid w:val="00E16D1F"/>
    <w:rsid w:val="00E22A8F"/>
    <w:rsid w:val="00E313BC"/>
    <w:rsid w:val="00E32052"/>
    <w:rsid w:val="00E445AC"/>
    <w:rsid w:val="00E454E0"/>
    <w:rsid w:val="00E51E26"/>
    <w:rsid w:val="00E702C6"/>
    <w:rsid w:val="00E85D46"/>
    <w:rsid w:val="00EA168D"/>
    <w:rsid w:val="00EA1F07"/>
    <w:rsid w:val="00EA466E"/>
    <w:rsid w:val="00EA62A2"/>
    <w:rsid w:val="00EA6920"/>
    <w:rsid w:val="00EB67F1"/>
    <w:rsid w:val="00EF4591"/>
    <w:rsid w:val="00F01DDA"/>
    <w:rsid w:val="00F12994"/>
    <w:rsid w:val="00F1744D"/>
    <w:rsid w:val="00F2110E"/>
    <w:rsid w:val="00F25736"/>
    <w:rsid w:val="00F45A47"/>
    <w:rsid w:val="00F75888"/>
    <w:rsid w:val="00F9177C"/>
    <w:rsid w:val="00FA08A1"/>
    <w:rsid w:val="00FA3195"/>
    <w:rsid w:val="00FA36AD"/>
    <w:rsid w:val="00FB5114"/>
    <w:rsid w:val="00FB5A1B"/>
    <w:rsid w:val="00FC6FF9"/>
    <w:rsid w:val="00FE2233"/>
    <w:rsid w:val="00FE4ABA"/>
    <w:rsid w:val="00FF4EAF"/>
    <w:rsid w:val="00FF5526"/>
    <w:rsid w:val="00FF5B1D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280182"/>
  <w15:chartTrackingRefBased/>
  <w15:docId w15:val="{F8590246-13CA-4BF3-959C-58E982FD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pacing w:line="360" w:lineRule="atLeast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table" w:styleId="Grigliatabella">
    <w:name w:val="Table Grid"/>
    <w:basedOn w:val="Tabellanormale"/>
    <w:rsid w:val="00413020"/>
    <w:pPr>
      <w:spacing w:line="3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7110F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94DB3"/>
    <w:rPr>
      <w:color w:val="0000FF"/>
      <w:u w:val="single"/>
    </w:rPr>
  </w:style>
  <w:style w:type="paragraph" w:customStyle="1" w:styleId="Paragrafoelenco1">
    <w:name w:val="Paragrafo elenco1"/>
    <w:basedOn w:val="Normale"/>
    <w:qFormat/>
    <w:rsid w:val="00734B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913D73"/>
    <w:pPr>
      <w:spacing w:before="100" w:beforeAutospacing="1" w:after="100" w:afterAutospacing="1" w:line="240" w:lineRule="auto"/>
    </w:pPr>
    <w:rPr>
      <w:szCs w:val="24"/>
    </w:rPr>
  </w:style>
  <w:style w:type="paragraph" w:styleId="Corpotesto">
    <w:name w:val="Body Text"/>
    <w:basedOn w:val="Normale"/>
    <w:link w:val="CorpotestoCarattere"/>
    <w:rsid w:val="00B328D7"/>
    <w:pPr>
      <w:snapToGrid w:val="0"/>
      <w:spacing w:line="240" w:lineRule="auto"/>
      <w:jc w:val="both"/>
    </w:pPr>
    <w:rPr>
      <w:rFonts w:ascii="Arial" w:hAnsi="Arial"/>
      <w:sz w:val="22"/>
    </w:rPr>
  </w:style>
  <w:style w:type="paragraph" w:styleId="Paragrafoelenco">
    <w:name w:val="List Paragraph"/>
    <w:basedOn w:val="Normale"/>
    <w:uiPriority w:val="34"/>
    <w:qFormat/>
    <w:rsid w:val="00396409"/>
    <w:pPr>
      <w:spacing w:line="240" w:lineRule="auto"/>
      <w:ind w:left="708"/>
    </w:pPr>
    <w:rPr>
      <w:rFonts w:cs="Arial"/>
      <w:szCs w:val="24"/>
    </w:rPr>
  </w:style>
  <w:style w:type="character" w:customStyle="1" w:styleId="IntestazioneCarattere">
    <w:name w:val="Intestazione Carattere"/>
    <w:link w:val="Intestazione"/>
    <w:rsid w:val="008A3EDD"/>
    <w:rPr>
      <w:sz w:val="24"/>
    </w:rPr>
  </w:style>
  <w:style w:type="character" w:customStyle="1" w:styleId="CorpotestoCarattere">
    <w:name w:val="Corpo testo Carattere"/>
    <w:link w:val="Corpotesto"/>
    <w:rsid w:val="008A3EDD"/>
    <w:rPr>
      <w:rFonts w:ascii="Arial" w:hAnsi="Arial"/>
      <w:sz w:val="22"/>
    </w:rPr>
  </w:style>
  <w:style w:type="character" w:styleId="Enfasicorsivo">
    <w:name w:val="Emphasis"/>
    <w:qFormat/>
    <w:rsid w:val="008A3EDD"/>
    <w:rPr>
      <w:i/>
      <w:iCs/>
    </w:rPr>
  </w:style>
  <w:style w:type="character" w:customStyle="1" w:styleId="PidipaginaCarattere">
    <w:name w:val="Piè di pagina Carattere"/>
    <w:link w:val="Pidipagina"/>
    <w:uiPriority w:val="99"/>
    <w:rsid w:val="00AA3341"/>
    <w:rPr>
      <w:sz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DF6359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rpodeltesto2Carattere">
    <w:name w:val="Corpo del testo 2 Carattere"/>
    <w:link w:val="Corpodeltesto2"/>
    <w:uiPriority w:val="99"/>
    <w:rsid w:val="00DF6359"/>
    <w:rPr>
      <w:rFonts w:ascii="Calibri" w:eastAsia="Calibri" w:hAnsi="Calibri"/>
      <w:sz w:val="22"/>
      <w:szCs w:val="22"/>
      <w:lang w:eastAsia="en-US"/>
    </w:rPr>
  </w:style>
  <w:style w:type="character" w:customStyle="1" w:styleId="object">
    <w:name w:val="object"/>
    <w:rsid w:val="00521D55"/>
  </w:style>
  <w:style w:type="character" w:customStyle="1" w:styleId="object3">
    <w:name w:val="object3"/>
    <w:rsid w:val="003C7A8C"/>
  </w:style>
  <w:style w:type="character" w:customStyle="1" w:styleId="apple-converted-space">
    <w:name w:val="apple-converted-space"/>
    <w:rsid w:val="003C7A8C"/>
  </w:style>
  <w:style w:type="character" w:customStyle="1" w:styleId="linkgazzetta">
    <w:name w:val="link_gazzetta"/>
    <w:basedOn w:val="Carpredefinitoparagrafo"/>
    <w:rsid w:val="00006130"/>
  </w:style>
  <w:style w:type="character" w:styleId="Menzionenonrisolta">
    <w:name w:val="Unresolved Mention"/>
    <w:uiPriority w:val="99"/>
    <w:semiHidden/>
    <w:unhideWhenUsed/>
    <w:rsid w:val="001B1349"/>
    <w:rPr>
      <w:color w:val="605E5C"/>
      <w:shd w:val="clear" w:color="auto" w:fill="E1DFDD"/>
    </w:rPr>
  </w:style>
  <w:style w:type="character" w:styleId="Enfasigrassetto">
    <w:name w:val="Strong"/>
    <w:uiPriority w:val="22"/>
    <w:qFormat/>
    <w:rsid w:val="005505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5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eprivacy.it/codice" TargetMode="External"/><Relationship Id="rId13" Type="http://schemas.openxmlformats.org/officeDocument/2006/relationships/hyperlink" Target="mailto:protocollo@pec.univaq.i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rpd@strutture.univaq.it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aranteprivacy.it/regolamentou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po@pec.asl1abruzzo.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aranteprivacy.it/codic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garanteprivacy.it/regolamentoue" TargetMode="External"/><Relationship Id="rId14" Type="http://schemas.openxmlformats.org/officeDocument/2006/relationships/hyperlink" Target="mailto:dpo@asl1abruzzo.it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rancesca\Desktop\DIREZIONE%20AMMINISTRATIV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02153-5127-45D2-B5B8-6FD217C8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DIREZIONE AMMINISTRATIVA.dot</Template>
  <TotalTime>0</TotalTime>
  <Pages>4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UNIVERSITA'</Company>
  <LinksUpToDate>false</LinksUpToDate>
  <CharactersWithSpaces>9735</CharactersWithSpaces>
  <SharedDoc>false</SharedDoc>
  <HLinks>
    <vt:vector size="48" baseType="variant">
      <vt:variant>
        <vt:i4>1572912</vt:i4>
      </vt:variant>
      <vt:variant>
        <vt:i4>21</vt:i4>
      </vt:variant>
      <vt:variant>
        <vt:i4>0</vt:i4>
      </vt:variant>
      <vt:variant>
        <vt:i4>5</vt:i4>
      </vt:variant>
      <vt:variant>
        <vt:lpwstr>mailto:dpo@pec.asl1abruzzo.it</vt:lpwstr>
      </vt:variant>
      <vt:variant>
        <vt:lpwstr/>
      </vt:variant>
      <vt:variant>
        <vt:i4>721019</vt:i4>
      </vt:variant>
      <vt:variant>
        <vt:i4>18</vt:i4>
      </vt:variant>
      <vt:variant>
        <vt:i4>0</vt:i4>
      </vt:variant>
      <vt:variant>
        <vt:i4>5</vt:i4>
      </vt:variant>
      <vt:variant>
        <vt:lpwstr>mailto:dpo@asl1abruzzo.it</vt:lpwstr>
      </vt:variant>
      <vt:variant>
        <vt:lpwstr/>
      </vt:variant>
      <vt:variant>
        <vt:i4>1704044</vt:i4>
      </vt:variant>
      <vt:variant>
        <vt:i4>15</vt:i4>
      </vt:variant>
      <vt:variant>
        <vt:i4>0</vt:i4>
      </vt:variant>
      <vt:variant>
        <vt:i4>5</vt:i4>
      </vt:variant>
      <vt:variant>
        <vt:lpwstr>mailto:protocollo@pec.univaq.it</vt:lpwstr>
      </vt:variant>
      <vt:variant>
        <vt:lpwstr/>
      </vt:variant>
      <vt:variant>
        <vt:i4>3539027</vt:i4>
      </vt:variant>
      <vt:variant>
        <vt:i4>12</vt:i4>
      </vt:variant>
      <vt:variant>
        <vt:i4>0</vt:i4>
      </vt:variant>
      <vt:variant>
        <vt:i4>5</vt:i4>
      </vt:variant>
      <vt:variant>
        <vt:lpwstr>mailto:rpd@strutture.univaq.it</vt:lpwstr>
      </vt:variant>
      <vt:variant>
        <vt:lpwstr/>
      </vt:variant>
      <vt:variant>
        <vt:i4>7602294</vt:i4>
      </vt:variant>
      <vt:variant>
        <vt:i4>9</vt:i4>
      </vt:variant>
      <vt:variant>
        <vt:i4>0</vt:i4>
      </vt:variant>
      <vt:variant>
        <vt:i4>5</vt:i4>
      </vt:variant>
      <vt:variant>
        <vt:lpwstr>https://www.garanteprivacy.it/regolamentoue</vt:lpwstr>
      </vt:variant>
      <vt:variant>
        <vt:lpwstr/>
      </vt:variant>
      <vt:variant>
        <vt:i4>1572871</vt:i4>
      </vt:variant>
      <vt:variant>
        <vt:i4>6</vt:i4>
      </vt:variant>
      <vt:variant>
        <vt:i4>0</vt:i4>
      </vt:variant>
      <vt:variant>
        <vt:i4>5</vt:i4>
      </vt:variant>
      <vt:variant>
        <vt:lpwstr>https://www.garanteprivacy.it/codice</vt:lpwstr>
      </vt:variant>
      <vt:variant>
        <vt:lpwstr/>
      </vt:variant>
      <vt:variant>
        <vt:i4>7602294</vt:i4>
      </vt:variant>
      <vt:variant>
        <vt:i4>3</vt:i4>
      </vt:variant>
      <vt:variant>
        <vt:i4>0</vt:i4>
      </vt:variant>
      <vt:variant>
        <vt:i4>5</vt:i4>
      </vt:variant>
      <vt:variant>
        <vt:lpwstr>https://www.garanteprivacy.it/regolamentoue</vt:lpwstr>
      </vt:variant>
      <vt:variant>
        <vt:lpwstr/>
      </vt:variant>
      <vt:variant>
        <vt:i4>1572871</vt:i4>
      </vt:variant>
      <vt:variant>
        <vt:i4>0</vt:i4>
      </vt:variant>
      <vt:variant>
        <vt:i4>0</vt:i4>
      </vt:variant>
      <vt:variant>
        <vt:i4>5</vt:i4>
      </vt:variant>
      <vt:variant>
        <vt:lpwstr>https://www.garanteprivacy.it/codice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subject/>
  <dc:creator>Francesca</dc:creator>
  <cp:keywords/>
  <cp:lastModifiedBy>  </cp:lastModifiedBy>
  <cp:revision>2</cp:revision>
  <cp:lastPrinted>2018-09-25T06:20:00Z</cp:lastPrinted>
  <dcterms:created xsi:type="dcterms:W3CDTF">2022-07-28T06:28:00Z</dcterms:created>
  <dcterms:modified xsi:type="dcterms:W3CDTF">2022-07-28T06:28:00Z</dcterms:modified>
</cp:coreProperties>
</file>